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0A167" w14:textId="751A5B2E" w:rsidR="00912CFB" w:rsidRDefault="00912CFB" w:rsidP="00912CFB">
      <w:pPr>
        <w:tabs>
          <w:tab w:val="left" w:pos="-567"/>
        </w:tabs>
        <w:spacing w:before="120" w:after="120"/>
        <w:ind w:right="-426"/>
        <w:jc w:val="right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0F14F8">
        <w:rPr>
          <w:rFonts w:asciiTheme="minorHAnsi" w:eastAsia="Calibri" w:hAnsiTheme="minorHAnsi" w:cstheme="minorHAnsi"/>
          <w:b/>
          <w:i/>
          <w:sz w:val="22"/>
          <w:szCs w:val="22"/>
        </w:rPr>
        <w:t xml:space="preserve">Załącznik nr </w:t>
      </w:r>
      <w:r>
        <w:rPr>
          <w:rFonts w:asciiTheme="minorHAnsi" w:eastAsia="Calibri" w:hAnsiTheme="minorHAnsi" w:cstheme="minorHAnsi"/>
          <w:b/>
          <w:i/>
          <w:sz w:val="22"/>
          <w:szCs w:val="22"/>
        </w:rPr>
        <w:t>1</w:t>
      </w:r>
      <w:r w:rsidRPr="000F14F8">
        <w:rPr>
          <w:rFonts w:asciiTheme="minorHAnsi" w:eastAsia="Calibri" w:hAnsiTheme="minorHAnsi" w:cstheme="minorHAnsi"/>
          <w:b/>
          <w:i/>
          <w:sz w:val="22"/>
          <w:szCs w:val="22"/>
        </w:rPr>
        <w:t xml:space="preserve"> do zapytania ofertowego</w:t>
      </w:r>
    </w:p>
    <w:p w14:paraId="053CF2EB" w14:textId="77777777" w:rsidR="00912CFB" w:rsidRPr="00A12E0B" w:rsidRDefault="00912CFB" w:rsidP="00912CFB">
      <w:pPr>
        <w:tabs>
          <w:tab w:val="left" w:pos="-567"/>
        </w:tabs>
        <w:spacing w:before="120" w:after="120"/>
        <w:ind w:right="-426"/>
        <w:rPr>
          <w:rFonts w:ascii="Calibri" w:hAnsi="Calibri"/>
          <w:bCs/>
          <w:i/>
          <w:iCs/>
          <w:sz w:val="20"/>
          <w:szCs w:val="20"/>
          <w:u w:val="single"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           </w:t>
      </w:r>
      <w:r>
        <w:rPr>
          <w:rFonts w:ascii="Calibri" w:hAnsi="Calibri"/>
          <w:bCs/>
          <w:i/>
          <w:iCs/>
          <w:sz w:val="20"/>
          <w:szCs w:val="20"/>
          <w:u w:val="single"/>
        </w:rPr>
        <w:t>d</w:t>
      </w:r>
      <w:r w:rsidRPr="00A12E0B">
        <w:rPr>
          <w:rFonts w:ascii="Calibri" w:hAnsi="Calibri"/>
          <w:bCs/>
          <w:i/>
          <w:iCs/>
          <w:sz w:val="20"/>
          <w:szCs w:val="20"/>
          <w:u w:val="single"/>
        </w:rPr>
        <w:t>la części 1 i 2 zamówienia</w:t>
      </w:r>
    </w:p>
    <w:p w14:paraId="0E3FD6A6" w14:textId="483684F3" w:rsidR="00912CFB" w:rsidRPr="008757F5" w:rsidRDefault="00912CFB" w:rsidP="00912CFB">
      <w:pPr>
        <w:tabs>
          <w:tab w:val="left" w:pos="-567"/>
        </w:tabs>
        <w:spacing w:before="120" w:after="120"/>
        <w:ind w:right="-426"/>
        <w:rPr>
          <w:rFonts w:asciiTheme="minorHAnsi" w:hAnsiTheme="minorHAnsi" w:cstheme="minorHAnsi"/>
        </w:rPr>
      </w:pPr>
      <w:r w:rsidRPr="00B551B3">
        <w:rPr>
          <w:rFonts w:ascii="Calibri" w:hAnsi="Calibri"/>
          <w:b/>
        </w:rPr>
        <w:t>Oznaczenie sprawy:</w:t>
      </w:r>
      <w:r w:rsidRPr="00000501">
        <w:rPr>
          <w:rFonts w:asciiTheme="minorHAnsi" w:hAnsiTheme="minorHAnsi" w:cstheme="minorHAnsi"/>
        </w:rPr>
        <w:t xml:space="preserve"> </w:t>
      </w:r>
      <w:r w:rsidRPr="007A409E">
        <w:rPr>
          <w:rFonts w:asciiTheme="minorHAnsi" w:hAnsiTheme="minorHAnsi" w:cstheme="minorHAnsi"/>
          <w:b/>
          <w:bCs/>
        </w:rPr>
        <w:t>CKU.WA-E.26</w:t>
      </w:r>
      <w:r w:rsidR="006E732E">
        <w:rPr>
          <w:rFonts w:asciiTheme="minorHAnsi" w:hAnsiTheme="minorHAnsi" w:cstheme="minorHAnsi"/>
          <w:b/>
          <w:bCs/>
        </w:rPr>
        <w:t>1.2.</w:t>
      </w:r>
      <w:r w:rsidRPr="007A409E">
        <w:rPr>
          <w:rFonts w:asciiTheme="minorHAnsi" w:hAnsiTheme="minorHAnsi" w:cstheme="minorHAnsi"/>
          <w:b/>
          <w:bCs/>
        </w:rPr>
        <w:t>2026</w:t>
      </w:r>
    </w:p>
    <w:p w14:paraId="421A5766" w14:textId="77777777" w:rsidR="00912CFB" w:rsidRDefault="00912CFB" w:rsidP="00912CFB">
      <w:pPr>
        <w:keepNext/>
        <w:jc w:val="center"/>
        <w:outlineLvl w:val="3"/>
        <w:rPr>
          <w:rFonts w:ascii="Calibri" w:hAnsi="Calibri"/>
          <w:b/>
          <w:snapToGrid w:val="0"/>
          <w:sz w:val="32"/>
          <w:szCs w:val="32"/>
        </w:rPr>
      </w:pPr>
    </w:p>
    <w:p w14:paraId="0797CDA2" w14:textId="77777777" w:rsidR="00912CFB" w:rsidRDefault="00912CFB" w:rsidP="00912CFB">
      <w:pPr>
        <w:keepNext/>
        <w:jc w:val="center"/>
        <w:outlineLvl w:val="3"/>
        <w:rPr>
          <w:rFonts w:ascii="Calibri" w:hAnsi="Calibri"/>
          <w:b/>
          <w:snapToGrid w:val="0"/>
          <w:sz w:val="32"/>
          <w:szCs w:val="32"/>
        </w:rPr>
      </w:pPr>
      <w:r w:rsidRPr="00DF28F2">
        <w:rPr>
          <w:rFonts w:ascii="Calibri" w:hAnsi="Calibri"/>
          <w:b/>
          <w:snapToGrid w:val="0"/>
          <w:sz w:val="32"/>
          <w:szCs w:val="32"/>
        </w:rPr>
        <w:t>FORMULARZ OFERTOWY</w:t>
      </w:r>
    </w:p>
    <w:p w14:paraId="65B870B4" w14:textId="77777777" w:rsidR="00912CFB" w:rsidRPr="00763CBB" w:rsidRDefault="00912CFB" w:rsidP="00912CFB">
      <w:pPr>
        <w:keepNext/>
        <w:jc w:val="center"/>
        <w:outlineLvl w:val="3"/>
        <w:rPr>
          <w:rFonts w:ascii="Calibri" w:hAnsi="Calibri"/>
          <w:b/>
          <w:snapToGrid w:val="0"/>
          <w:sz w:val="16"/>
          <w:szCs w:val="16"/>
        </w:rPr>
      </w:pPr>
    </w:p>
    <w:p w14:paraId="6FC893B6" w14:textId="77777777" w:rsidR="00912CFB" w:rsidRPr="00763CBB" w:rsidRDefault="00912CFB" w:rsidP="00912CFB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 w:rsidRPr="00763CBB">
        <w:rPr>
          <w:rFonts w:asciiTheme="minorHAnsi" w:hAnsiTheme="minorHAnsi" w:cstheme="minorHAnsi"/>
          <w:b/>
        </w:rPr>
        <w:t>CZĘŚĆ ZAMÓWIENIA:</w:t>
      </w:r>
    </w:p>
    <w:p w14:paraId="7CD7A3A6" w14:textId="77777777" w:rsidR="00912CFB" w:rsidRPr="008757F5" w:rsidRDefault="00912CFB" w:rsidP="00912CFB">
      <w:pPr>
        <w:pStyle w:val="normaltableau"/>
        <w:spacing w:after="0"/>
        <w:rPr>
          <w:rFonts w:ascii="Calibri" w:eastAsiaTheme="minorHAnsi" w:hAnsi="Calibri" w:cstheme="minorBidi"/>
          <w:sz w:val="24"/>
          <w:szCs w:val="24"/>
          <w:lang w:val="pl-PL" w:eastAsia="en-US"/>
        </w:rPr>
      </w:pPr>
      <w:r w:rsidRPr="00D529F2">
        <w:rPr>
          <w:rFonts w:asciiTheme="minorHAnsi" w:hAnsiTheme="minorHAnsi" w:cstheme="minorHAnsi"/>
          <w:sz w:val="24"/>
          <w:szCs w:val="24"/>
          <w:lang w:val="pl-PL"/>
        </w:rPr>
        <w:t>□</w:t>
      </w:r>
      <w:r w:rsidRPr="00D529F2">
        <w:rPr>
          <w:rFonts w:asciiTheme="minorHAnsi" w:hAnsiTheme="minorHAnsi" w:cstheme="minorHAnsi"/>
          <w:b/>
          <w:sz w:val="24"/>
          <w:szCs w:val="24"/>
          <w:lang w:val="pl-PL"/>
        </w:rPr>
        <w:t xml:space="preserve">* </w:t>
      </w:r>
      <w:r w:rsidRPr="008757F5">
        <w:rPr>
          <w:rFonts w:ascii="Calibri" w:eastAsiaTheme="minorHAnsi" w:hAnsi="Calibri" w:cstheme="minorBidi"/>
          <w:sz w:val="24"/>
          <w:szCs w:val="24"/>
          <w:lang w:val="pl-PL" w:eastAsia="en-US"/>
        </w:rPr>
        <w:t xml:space="preserve">Część 1 </w:t>
      </w:r>
    </w:p>
    <w:p w14:paraId="77AE254A" w14:textId="77777777" w:rsidR="00912CFB" w:rsidRDefault="00912CFB" w:rsidP="00912CFB">
      <w:pPr>
        <w:tabs>
          <w:tab w:val="left" w:leader="dot" w:pos="9072"/>
        </w:tabs>
        <w:spacing w:before="120" w:line="288" w:lineRule="auto"/>
        <w:jc w:val="both"/>
        <w:rPr>
          <w:rFonts w:ascii="Calibri" w:eastAsiaTheme="minorHAnsi" w:hAnsi="Calibri" w:cstheme="minorBidi"/>
          <w:lang w:eastAsia="en-US"/>
        </w:rPr>
      </w:pPr>
      <w:r w:rsidRPr="008757F5">
        <w:rPr>
          <w:rFonts w:asciiTheme="minorHAnsi" w:hAnsiTheme="minorHAnsi" w:cstheme="minorHAnsi"/>
        </w:rPr>
        <w:t>□</w:t>
      </w:r>
      <w:r w:rsidRPr="008757F5">
        <w:rPr>
          <w:rFonts w:asciiTheme="minorHAnsi" w:hAnsiTheme="minorHAnsi" w:cstheme="minorHAnsi"/>
          <w:b/>
        </w:rPr>
        <w:t xml:space="preserve">* </w:t>
      </w:r>
      <w:r w:rsidRPr="008757F5">
        <w:rPr>
          <w:rFonts w:ascii="Calibri" w:eastAsiaTheme="minorHAnsi" w:hAnsi="Calibri" w:cstheme="minorBidi"/>
          <w:lang w:eastAsia="en-US"/>
        </w:rPr>
        <w:t xml:space="preserve">Część 2 </w:t>
      </w:r>
    </w:p>
    <w:p w14:paraId="6ED9902D" w14:textId="77777777" w:rsidR="00912CFB" w:rsidRPr="00763CBB" w:rsidRDefault="00912CFB" w:rsidP="00912CFB">
      <w:pPr>
        <w:suppressAutoHyphens/>
        <w:spacing w:line="360" w:lineRule="auto"/>
        <w:jc w:val="both"/>
        <w:rPr>
          <w:rFonts w:asciiTheme="minorHAnsi" w:hAnsiTheme="minorHAnsi" w:cstheme="minorHAnsi"/>
          <w:sz w:val="16"/>
          <w:szCs w:val="16"/>
          <w:lang w:eastAsia="ar-SA"/>
        </w:rPr>
      </w:pPr>
      <w:r w:rsidRPr="00763CBB">
        <w:rPr>
          <w:rFonts w:asciiTheme="minorHAnsi" w:hAnsiTheme="minorHAnsi" w:cstheme="minorHAnsi"/>
          <w:b/>
          <w:sz w:val="16"/>
          <w:szCs w:val="16"/>
        </w:rPr>
        <w:t xml:space="preserve">* </w:t>
      </w:r>
      <w:r w:rsidRPr="00763CBB">
        <w:rPr>
          <w:rFonts w:asciiTheme="minorHAnsi" w:hAnsiTheme="minorHAnsi" w:cstheme="minorHAnsi"/>
          <w:i/>
          <w:sz w:val="16"/>
          <w:szCs w:val="16"/>
        </w:rPr>
        <w:t>zakreślić odpowiedni kwadrat</w:t>
      </w:r>
    </w:p>
    <w:p w14:paraId="2B7CF7C6" w14:textId="77777777" w:rsidR="00912CFB" w:rsidRPr="00763CBB" w:rsidRDefault="00912CFB" w:rsidP="00912CFB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 w:rsidRPr="00763CBB">
        <w:rPr>
          <w:rFonts w:asciiTheme="minorHAnsi" w:hAnsiTheme="minorHAnsi" w:cstheme="minorHAnsi"/>
          <w:b/>
        </w:rPr>
        <w:t>DANE WYKONAWCY:</w:t>
      </w:r>
    </w:p>
    <w:p w14:paraId="743A3048" w14:textId="390AEEB3" w:rsidR="00912CFB" w:rsidRDefault="00912CFB" w:rsidP="00912CFB">
      <w:pPr>
        <w:tabs>
          <w:tab w:val="left" w:leader="dot" w:pos="9072"/>
        </w:tabs>
        <w:spacing w:before="120" w:line="288" w:lineRule="auto"/>
        <w:rPr>
          <w:rFonts w:ascii="Calibri" w:hAnsi="Calibri"/>
        </w:rPr>
      </w:pPr>
      <w:r>
        <w:rPr>
          <w:rFonts w:ascii="Calibri" w:hAnsi="Calibri"/>
        </w:rPr>
        <w:t>Nazwa firmy/Imię i nazwisko:</w:t>
      </w:r>
      <w:r w:rsidR="00122710">
        <w:rPr>
          <w:rFonts w:ascii="Calibri" w:hAnsi="Calibri"/>
        </w:rPr>
        <w:t xml:space="preserve"> </w:t>
      </w:r>
      <w:r>
        <w:rPr>
          <w:rFonts w:ascii="Calibri" w:hAnsi="Calibri"/>
        </w:rPr>
        <w:t>…………………………………………………………………………………………………</w:t>
      </w:r>
    </w:p>
    <w:p w14:paraId="775B33B0" w14:textId="73742D6E" w:rsidR="00912CFB" w:rsidRPr="00B551B3" w:rsidRDefault="00912CFB" w:rsidP="00912CFB">
      <w:pPr>
        <w:tabs>
          <w:tab w:val="left" w:leader="dot" w:pos="9072"/>
        </w:tabs>
        <w:spacing w:before="120" w:line="288" w:lineRule="auto"/>
        <w:rPr>
          <w:rFonts w:ascii="Calibri" w:hAnsi="Calibri"/>
        </w:rPr>
      </w:pPr>
      <w:r>
        <w:rPr>
          <w:rFonts w:ascii="Calibri" w:hAnsi="Calibri"/>
        </w:rPr>
        <w:t>Adres siedziby/zamieszkania:</w:t>
      </w:r>
      <w:r w:rsidR="00122710">
        <w:rPr>
          <w:rFonts w:ascii="Calibri" w:hAnsi="Calibri"/>
        </w:rPr>
        <w:t xml:space="preserve"> </w:t>
      </w:r>
      <w:r w:rsidRPr="00B551B3">
        <w:rPr>
          <w:rFonts w:ascii="Calibri" w:hAnsi="Calibri"/>
        </w:rPr>
        <w:t>…………………………………………………………………………………………………</w:t>
      </w:r>
    </w:p>
    <w:p w14:paraId="00DAD8C2" w14:textId="4AFFBE16" w:rsidR="00912CFB" w:rsidRDefault="00912CFB" w:rsidP="00912CFB">
      <w:pPr>
        <w:tabs>
          <w:tab w:val="left" w:leader="dot" w:pos="9072"/>
        </w:tabs>
        <w:spacing w:before="120" w:line="288" w:lineRule="auto"/>
        <w:rPr>
          <w:rFonts w:ascii="Calibri" w:hAnsi="Calibri"/>
        </w:rPr>
      </w:pPr>
      <w:r>
        <w:rPr>
          <w:rFonts w:ascii="Calibri" w:hAnsi="Calibri"/>
        </w:rPr>
        <w:t>NIP/PESEL:</w:t>
      </w:r>
      <w:r w:rsidR="00122710">
        <w:rPr>
          <w:rFonts w:ascii="Calibri" w:hAnsi="Calibri"/>
        </w:rPr>
        <w:t xml:space="preserve"> </w:t>
      </w:r>
      <w:r>
        <w:rPr>
          <w:rFonts w:ascii="Calibri" w:hAnsi="Calibri"/>
        </w:rPr>
        <w:t>…………………………………………………………</w:t>
      </w:r>
    </w:p>
    <w:p w14:paraId="66BA3AA7" w14:textId="502C25D6" w:rsidR="00912CFB" w:rsidRDefault="00912CFB" w:rsidP="00912CFB">
      <w:pPr>
        <w:tabs>
          <w:tab w:val="left" w:leader="dot" w:pos="9072"/>
        </w:tabs>
        <w:spacing w:before="120" w:line="288" w:lineRule="auto"/>
        <w:rPr>
          <w:rFonts w:ascii="Calibri" w:hAnsi="Calibri"/>
        </w:rPr>
      </w:pPr>
      <w:r>
        <w:rPr>
          <w:rFonts w:ascii="Calibri" w:hAnsi="Calibri"/>
        </w:rPr>
        <w:t>Nr KRS:</w:t>
      </w:r>
      <w:r w:rsidR="00122710">
        <w:rPr>
          <w:rFonts w:ascii="Calibri" w:hAnsi="Calibri"/>
        </w:rPr>
        <w:t xml:space="preserve"> </w:t>
      </w:r>
      <w:r>
        <w:rPr>
          <w:rFonts w:ascii="Calibri" w:hAnsi="Calibri"/>
        </w:rPr>
        <w:t>………………………………………………………………</w:t>
      </w:r>
    </w:p>
    <w:p w14:paraId="11691102" w14:textId="0C7D2BEE" w:rsidR="00912CFB" w:rsidRDefault="00912CFB" w:rsidP="00912CFB">
      <w:pPr>
        <w:tabs>
          <w:tab w:val="left" w:leader="dot" w:pos="9072"/>
        </w:tabs>
        <w:spacing w:before="120" w:line="288" w:lineRule="auto"/>
        <w:rPr>
          <w:rFonts w:ascii="Calibri" w:hAnsi="Calibri"/>
        </w:rPr>
      </w:pPr>
      <w:r w:rsidRPr="00B551B3">
        <w:rPr>
          <w:rFonts w:ascii="Calibri" w:hAnsi="Calibri"/>
        </w:rPr>
        <w:t>Adres do korespondencji</w:t>
      </w:r>
      <w:r>
        <w:rPr>
          <w:rFonts w:ascii="Calibri" w:hAnsi="Calibri"/>
        </w:rPr>
        <w:t>:</w:t>
      </w:r>
      <w:r w:rsidR="00122710">
        <w:rPr>
          <w:rFonts w:ascii="Calibri" w:hAnsi="Calibri"/>
        </w:rPr>
        <w:t xml:space="preserve"> </w:t>
      </w:r>
      <w:r w:rsidRPr="00B551B3">
        <w:rPr>
          <w:rFonts w:ascii="Calibri" w:hAnsi="Calibri"/>
        </w:rPr>
        <w:t>…………………………………………………………………</w:t>
      </w:r>
      <w:r>
        <w:rPr>
          <w:rFonts w:ascii="Calibri" w:hAnsi="Calibri"/>
        </w:rPr>
        <w:t>…………………………………..</w:t>
      </w:r>
    </w:p>
    <w:p w14:paraId="06BE2DBB" w14:textId="2E6C5171" w:rsidR="00912CFB" w:rsidRPr="00B551B3" w:rsidRDefault="00912CFB" w:rsidP="00912CFB">
      <w:pPr>
        <w:tabs>
          <w:tab w:val="left" w:leader="dot" w:pos="9072"/>
        </w:tabs>
        <w:spacing w:before="120" w:line="288" w:lineRule="auto"/>
        <w:rPr>
          <w:rFonts w:ascii="Calibri" w:hAnsi="Calibri"/>
        </w:rPr>
      </w:pPr>
      <w:r>
        <w:rPr>
          <w:rFonts w:ascii="Calibri" w:hAnsi="Calibri"/>
        </w:rPr>
        <w:t>nr telefonu:</w:t>
      </w:r>
      <w:r w:rsidR="00122710">
        <w:rPr>
          <w:rFonts w:ascii="Calibri" w:hAnsi="Calibri"/>
        </w:rPr>
        <w:t xml:space="preserve"> </w:t>
      </w:r>
      <w:r w:rsidRPr="00B551B3">
        <w:rPr>
          <w:rFonts w:ascii="Calibri" w:hAnsi="Calibri"/>
        </w:rPr>
        <w:t>………………………………………………………</w:t>
      </w:r>
    </w:p>
    <w:p w14:paraId="48ED14A8" w14:textId="77777777" w:rsidR="00912CFB" w:rsidRDefault="00912CFB" w:rsidP="00912CFB">
      <w:pPr>
        <w:tabs>
          <w:tab w:val="left" w:leader="dot" w:pos="9072"/>
        </w:tabs>
        <w:spacing w:line="288" w:lineRule="auto"/>
        <w:rPr>
          <w:rFonts w:ascii="Calibri" w:hAnsi="Calibri"/>
          <w:lang w:val="it-IT"/>
        </w:rPr>
      </w:pPr>
      <w:r w:rsidRPr="00B551B3">
        <w:rPr>
          <w:rFonts w:ascii="Calibri" w:hAnsi="Calibri"/>
          <w:lang w:val="it-IT"/>
        </w:rPr>
        <w:t>e-mail: ……………………………………………………</w:t>
      </w:r>
      <w:r>
        <w:rPr>
          <w:rFonts w:ascii="Calibri" w:hAnsi="Calibri"/>
          <w:lang w:val="it-IT"/>
        </w:rPr>
        <w:t>...........</w:t>
      </w:r>
    </w:p>
    <w:p w14:paraId="4A3E53F0" w14:textId="77777777" w:rsidR="00912CFB" w:rsidRDefault="00912CFB" w:rsidP="00912CFB">
      <w:pPr>
        <w:tabs>
          <w:tab w:val="left" w:leader="dot" w:pos="9072"/>
        </w:tabs>
        <w:spacing w:line="288" w:lineRule="auto"/>
        <w:rPr>
          <w:rFonts w:ascii="Calibri" w:hAnsi="Calibri"/>
          <w:sz w:val="16"/>
          <w:szCs w:val="16"/>
          <w:lang w:val="it-IT"/>
        </w:rPr>
      </w:pPr>
    </w:p>
    <w:p w14:paraId="5426EF09" w14:textId="77777777" w:rsidR="00912CFB" w:rsidRPr="00763CBB" w:rsidRDefault="00912CFB" w:rsidP="00912CFB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 w:rsidRPr="00763CBB">
        <w:rPr>
          <w:rFonts w:asciiTheme="minorHAnsi" w:hAnsiTheme="minorHAnsi" w:cstheme="minorHAnsi"/>
          <w:b/>
        </w:rPr>
        <w:t xml:space="preserve">FORMA PRAWNA: </w:t>
      </w:r>
    </w:p>
    <w:p w14:paraId="74AD05BB" w14:textId="77777777" w:rsidR="00912CFB" w:rsidRPr="00733DDE" w:rsidRDefault="00912CFB" w:rsidP="00912CFB">
      <w:pPr>
        <w:pStyle w:val="normaltableau"/>
        <w:spacing w:after="0"/>
        <w:rPr>
          <w:rFonts w:ascii="Calibri" w:eastAsiaTheme="minorHAnsi" w:hAnsi="Calibri" w:cstheme="minorBidi"/>
          <w:sz w:val="24"/>
          <w:szCs w:val="24"/>
          <w:lang w:val="pl-PL" w:eastAsia="en-US"/>
        </w:rPr>
      </w:pPr>
      <w:r w:rsidRPr="00D529F2">
        <w:rPr>
          <w:rFonts w:asciiTheme="minorHAnsi" w:hAnsiTheme="minorHAnsi" w:cstheme="minorHAnsi"/>
          <w:lang w:val="pl-PL"/>
        </w:rPr>
        <w:t>□</w:t>
      </w:r>
      <w:r w:rsidRPr="00D529F2">
        <w:rPr>
          <w:rFonts w:asciiTheme="minorHAnsi" w:hAnsiTheme="minorHAnsi" w:cstheme="minorHAnsi"/>
          <w:b/>
          <w:lang w:val="pl-PL"/>
        </w:rPr>
        <w:t xml:space="preserve">* </w:t>
      </w:r>
      <w:r>
        <w:rPr>
          <w:rFonts w:ascii="Calibri" w:eastAsiaTheme="minorHAnsi" w:hAnsi="Calibri" w:cstheme="minorBidi"/>
          <w:sz w:val="24"/>
          <w:szCs w:val="24"/>
          <w:lang w:val="pl-PL" w:eastAsia="en-US"/>
        </w:rPr>
        <w:t xml:space="preserve">osoba fizyczna </w:t>
      </w:r>
    </w:p>
    <w:p w14:paraId="2CC1D27E" w14:textId="77777777" w:rsidR="00912CFB" w:rsidRPr="00733DDE" w:rsidRDefault="00912CFB" w:rsidP="00912CFB">
      <w:pPr>
        <w:pStyle w:val="normaltableau"/>
        <w:spacing w:after="0"/>
        <w:rPr>
          <w:rFonts w:ascii="Calibri" w:eastAsiaTheme="minorHAnsi" w:hAnsi="Calibri" w:cstheme="minorBidi"/>
          <w:sz w:val="24"/>
          <w:szCs w:val="24"/>
          <w:lang w:val="pl-PL" w:eastAsia="en-US"/>
        </w:rPr>
      </w:pPr>
      <w:r w:rsidRPr="00D529F2">
        <w:rPr>
          <w:rFonts w:asciiTheme="minorHAnsi" w:hAnsiTheme="minorHAnsi" w:cstheme="minorHAnsi"/>
          <w:lang w:val="pl-PL"/>
        </w:rPr>
        <w:t>□</w:t>
      </w:r>
      <w:r w:rsidRPr="00D529F2">
        <w:rPr>
          <w:rFonts w:asciiTheme="minorHAnsi" w:hAnsiTheme="minorHAnsi" w:cstheme="minorHAnsi"/>
          <w:b/>
          <w:lang w:val="pl-PL"/>
        </w:rPr>
        <w:t xml:space="preserve">* </w:t>
      </w:r>
      <w:r w:rsidRPr="00733DDE">
        <w:rPr>
          <w:rFonts w:ascii="Calibri" w:eastAsiaTheme="minorHAnsi" w:hAnsi="Calibri" w:cstheme="minorBidi"/>
          <w:sz w:val="24"/>
          <w:szCs w:val="24"/>
          <w:lang w:val="pl-PL" w:eastAsia="en-US"/>
        </w:rPr>
        <w:t>jedno</w:t>
      </w:r>
      <w:r>
        <w:rPr>
          <w:rFonts w:ascii="Calibri" w:eastAsiaTheme="minorHAnsi" w:hAnsi="Calibri" w:cstheme="minorBidi"/>
          <w:sz w:val="24"/>
          <w:szCs w:val="24"/>
          <w:lang w:val="pl-PL" w:eastAsia="en-US"/>
        </w:rPr>
        <w:t>osobowa działalność gospodarcza</w:t>
      </w:r>
    </w:p>
    <w:p w14:paraId="22B4F37B" w14:textId="77777777" w:rsidR="00912CFB" w:rsidRPr="00733DDE" w:rsidRDefault="00912CFB" w:rsidP="00912CFB">
      <w:pPr>
        <w:pStyle w:val="normaltableau"/>
        <w:spacing w:after="0"/>
        <w:rPr>
          <w:rFonts w:ascii="Calibri" w:eastAsiaTheme="minorHAnsi" w:hAnsi="Calibri" w:cstheme="minorBidi"/>
          <w:sz w:val="24"/>
          <w:szCs w:val="24"/>
          <w:lang w:val="pl-PL" w:eastAsia="en-US"/>
        </w:rPr>
      </w:pPr>
      <w:r w:rsidRPr="00D529F2">
        <w:rPr>
          <w:rFonts w:asciiTheme="minorHAnsi" w:hAnsiTheme="minorHAnsi" w:cstheme="minorHAnsi"/>
          <w:lang w:val="pl-PL"/>
        </w:rPr>
        <w:t>□</w:t>
      </w:r>
      <w:r w:rsidRPr="00D529F2">
        <w:rPr>
          <w:rFonts w:asciiTheme="minorHAnsi" w:hAnsiTheme="minorHAnsi" w:cstheme="minorHAnsi"/>
          <w:b/>
          <w:lang w:val="pl-PL"/>
        </w:rPr>
        <w:t xml:space="preserve">* </w:t>
      </w:r>
      <w:r>
        <w:rPr>
          <w:rFonts w:ascii="Calibri" w:eastAsiaTheme="minorHAnsi" w:hAnsi="Calibri" w:cstheme="minorBidi"/>
          <w:sz w:val="24"/>
          <w:szCs w:val="24"/>
          <w:lang w:val="pl-PL" w:eastAsia="en-US"/>
        </w:rPr>
        <w:t>spółka cywilna</w:t>
      </w:r>
    </w:p>
    <w:p w14:paraId="12ED8902" w14:textId="77777777" w:rsidR="00912CFB" w:rsidRPr="00733DDE" w:rsidRDefault="00912CFB" w:rsidP="00912CFB">
      <w:pPr>
        <w:pStyle w:val="normaltableau"/>
        <w:spacing w:after="0"/>
        <w:rPr>
          <w:rFonts w:ascii="Calibri" w:eastAsiaTheme="minorHAnsi" w:hAnsi="Calibri" w:cstheme="minorBidi"/>
          <w:sz w:val="24"/>
          <w:szCs w:val="24"/>
          <w:lang w:val="pl-PL" w:eastAsia="en-US"/>
        </w:rPr>
      </w:pPr>
      <w:r w:rsidRPr="00D529F2">
        <w:rPr>
          <w:rFonts w:asciiTheme="minorHAnsi" w:hAnsiTheme="minorHAnsi" w:cstheme="minorHAnsi"/>
          <w:lang w:val="pl-PL"/>
        </w:rPr>
        <w:t>□</w:t>
      </w:r>
      <w:r w:rsidRPr="00D529F2">
        <w:rPr>
          <w:rFonts w:asciiTheme="minorHAnsi" w:hAnsiTheme="minorHAnsi" w:cstheme="minorHAnsi"/>
          <w:b/>
          <w:lang w:val="pl-PL"/>
        </w:rPr>
        <w:t xml:space="preserve">* </w:t>
      </w:r>
      <w:r>
        <w:rPr>
          <w:rFonts w:ascii="Calibri" w:eastAsiaTheme="minorHAnsi" w:hAnsi="Calibri" w:cstheme="minorBidi"/>
          <w:sz w:val="24"/>
          <w:szCs w:val="24"/>
          <w:lang w:val="pl-PL" w:eastAsia="en-US"/>
        </w:rPr>
        <w:t xml:space="preserve">spółka prawa handlowego </w:t>
      </w:r>
      <w:r w:rsidRPr="00733DDE">
        <w:rPr>
          <w:rFonts w:ascii="Calibri" w:eastAsiaTheme="minorHAnsi" w:hAnsi="Calibri" w:cstheme="minorBidi"/>
          <w:sz w:val="24"/>
          <w:szCs w:val="24"/>
          <w:lang w:val="pl-PL" w:eastAsia="en-US"/>
        </w:rPr>
        <w:t>(jak</w:t>
      </w:r>
      <w:r>
        <w:rPr>
          <w:rFonts w:ascii="Calibri" w:eastAsiaTheme="minorHAnsi" w:hAnsi="Calibri" w:cstheme="minorBidi"/>
          <w:sz w:val="24"/>
          <w:szCs w:val="24"/>
          <w:lang w:val="pl-PL" w:eastAsia="en-US"/>
        </w:rPr>
        <w:t>a?</w:t>
      </w:r>
      <w:r w:rsidRPr="00733DDE">
        <w:rPr>
          <w:rFonts w:ascii="Calibri" w:eastAsiaTheme="minorHAnsi" w:hAnsi="Calibri" w:cstheme="minorBidi"/>
          <w:sz w:val="24"/>
          <w:szCs w:val="24"/>
          <w:lang w:val="pl-PL" w:eastAsia="en-US"/>
        </w:rPr>
        <w:t>)…………………………………………………………..</w:t>
      </w:r>
      <w:r w:rsidRPr="00733DDE">
        <w:rPr>
          <w:rFonts w:ascii="Calibri" w:eastAsiaTheme="minorHAnsi" w:hAnsi="Calibri" w:cstheme="minorBidi"/>
          <w:sz w:val="24"/>
          <w:szCs w:val="24"/>
          <w:lang w:val="pl-PL" w:eastAsia="en-US"/>
        </w:rPr>
        <w:tab/>
      </w:r>
    </w:p>
    <w:p w14:paraId="3DADC49A" w14:textId="77777777" w:rsidR="00912CFB" w:rsidRPr="00AC6921" w:rsidRDefault="00912CFB" w:rsidP="00912CFB">
      <w:pPr>
        <w:suppressAutoHyphens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E5C2E99" w14:textId="77777777" w:rsidR="00912CFB" w:rsidRPr="00763CBB" w:rsidRDefault="00912CFB" w:rsidP="00912CFB">
      <w:pPr>
        <w:suppressAutoHyphens/>
        <w:jc w:val="both"/>
        <w:rPr>
          <w:rFonts w:asciiTheme="minorHAnsi" w:hAnsiTheme="minorHAnsi" w:cstheme="minorHAnsi"/>
          <w:sz w:val="16"/>
          <w:szCs w:val="16"/>
          <w:lang w:eastAsia="ar-SA"/>
        </w:rPr>
      </w:pPr>
      <w:bookmarkStart w:id="0" w:name="_Hlk220151408"/>
      <w:r w:rsidRPr="00763CBB">
        <w:rPr>
          <w:rFonts w:asciiTheme="minorHAnsi" w:hAnsiTheme="minorHAnsi" w:cstheme="minorHAnsi"/>
          <w:b/>
          <w:sz w:val="16"/>
          <w:szCs w:val="16"/>
        </w:rPr>
        <w:t xml:space="preserve">* </w:t>
      </w:r>
      <w:r w:rsidRPr="00763CBB">
        <w:rPr>
          <w:rFonts w:asciiTheme="minorHAnsi" w:hAnsiTheme="minorHAnsi" w:cstheme="minorHAnsi"/>
          <w:i/>
          <w:sz w:val="16"/>
          <w:szCs w:val="16"/>
        </w:rPr>
        <w:t>zakreślić odpowiedni kwadra</w:t>
      </w:r>
      <w:bookmarkEnd w:id="0"/>
      <w:r w:rsidRPr="00763CBB">
        <w:rPr>
          <w:rFonts w:asciiTheme="minorHAnsi" w:hAnsiTheme="minorHAnsi" w:cstheme="minorHAnsi"/>
          <w:i/>
          <w:sz w:val="16"/>
          <w:szCs w:val="16"/>
        </w:rPr>
        <w:t>t</w:t>
      </w:r>
    </w:p>
    <w:p w14:paraId="41747794" w14:textId="77777777" w:rsidR="00912CFB" w:rsidRDefault="00912CFB" w:rsidP="00912CFB">
      <w:pPr>
        <w:suppressAutoHyphens/>
        <w:jc w:val="both"/>
        <w:rPr>
          <w:rFonts w:asciiTheme="minorHAnsi" w:eastAsia="Calibri" w:hAnsiTheme="minorHAnsi" w:cstheme="minorHAnsi"/>
        </w:rPr>
      </w:pPr>
    </w:p>
    <w:p w14:paraId="2C1C33FF" w14:textId="77777777" w:rsidR="00912CFB" w:rsidRPr="00763CBB" w:rsidRDefault="00912CFB" w:rsidP="00912CFB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CENA OFERTOWA BRUTTO I DOŚWIADCZENIE</w:t>
      </w:r>
    </w:p>
    <w:p w14:paraId="51037F33" w14:textId="77777777" w:rsidR="00912CFB" w:rsidRPr="0022610E" w:rsidRDefault="00912CFB" w:rsidP="00912CFB">
      <w:pPr>
        <w:suppressAutoHyphens/>
        <w:jc w:val="both"/>
        <w:rPr>
          <w:rFonts w:asciiTheme="minorHAnsi" w:eastAsia="Calibri" w:hAnsiTheme="minorHAnsi" w:cstheme="minorHAnsi"/>
          <w:sz w:val="16"/>
          <w:szCs w:val="16"/>
        </w:rPr>
      </w:pPr>
    </w:p>
    <w:p w14:paraId="0E339EE6" w14:textId="77777777" w:rsidR="00912CFB" w:rsidRPr="007E3B60" w:rsidRDefault="00912CFB" w:rsidP="00912CFB">
      <w:pPr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1) </w:t>
      </w:r>
      <w:r w:rsidRPr="008529F2">
        <w:rPr>
          <w:rFonts w:asciiTheme="minorHAnsi" w:eastAsia="Calibri" w:hAnsiTheme="minorHAnsi" w:cstheme="minorHAnsi"/>
        </w:rPr>
        <w:t xml:space="preserve">Nawiązując do </w:t>
      </w:r>
      <w:r>
        <w:rPr>
          <w:rFonts w:asciiTheme="minorHAnsi" w:eastAsia="Calibri" w:hAnsiTheme="minorHAnsi" w:cstheme="minorHAnsi"/>
        </w:rPr>
        <w:t>zapytania ofertowego</w:t>
      </w:r>
      <w:r w:rsidRPr="008529F2">
        <w:rPr>
          <w:rFonts w:asciiTheme="minorHAnsi" w:hAnsiTheme="minorHAnsi" w:cstheme="minorHAnsi"/>
          <w:b/>
        </w:rPr>
        <w:t xml:space="preserve"> </w:t>
      </w:r>
      <w:r w:rsidRPr="008529F2">
        <w:rPr>
          <w:rFonts w:asciiTheme="minorHAnsi" w:hAnsiTheme="minorHAnsi" w:cstheme="minorHAnsi"/>
        </w:rPr>
        <w:t>oferuj</w:t>
      </w:r>
      <w:r>
        <w:rPr>
          <w:rFonts w:asciiTheme="minorHAnsi" w:hAnsiTheme="minorHAnsi" w:cstheme="minorHAnsi"/>
        </w:rPr>
        <w:t>ę wykonanie przedmiotu zamówienia (dla danej części zamówienia) za cenę</w:t>
      </w:r>
      <w:r w:rsidRPr="008529F2">
        <w:rPr>
          <w:rFonts w:asciiTheme="minorHAnsi" w:hAnsiTheme="minorHAnsi" w:cstheme="minorHAnsi"/>
        </w:rPr>
        <w:t xml:space="preserve"> </w:t>
      </w:r>
      <w:r w:rsidRPr="007E3B60">
        <w:rPr>
          <w:rFonts w:asciiTheme="minorHAnsi" w:hAnsiTheme="minorHAnsi" w:cstheme="minorHAnsi"/>
        </w:rPr>
        <w:t>ustaloną zgodnie z dyspozycjami zapytania ofertowego</w:t>
      </w:r>
      <w:r>
        <w:rPr>
          <w:rFonts w:asciiTheme="minorHAnsi" w:hAnsiTheme="minorHAnsi" w:cstheme="minorHAnsi"/>
        </w:rPr>
        <w:t>:</w:t>
      </w:r>
      <w:r w:rsidRPr="007E3B60">
        <w:rPr>
          <w:rFonts w:asciiTheme="minorHAnsi" w:hAnsiTheme="minorHAnsi" w:cstheme="minorHAnsi"/>
          <w:b/>
        </w:rPr>
        <w:t xml:space="preserve"> </w:t>
      </w:r>
    </w:p>
    <w:p w14:paraId="6D638916" w14:textId="77777777" w:rsidR="00912CFB" w:rsidRPr="00C34D8C" w:rsidRDefault="00912CFB" w:rsidP="00912CFB">
      <w:pPr>
        <w:suppressAutoHyphens/>
        <w:spacing w:after="120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17053CAF" w14:textId="24E37D13" w:rsidR="00473EA3" w:rsidRPr="00473EA3" w:rsidRDefault="00912CFB" w:rsidP="00473EA3">
      <w:pPr>
        <w:tabs>
          <w:tab w:val="left" w:pos="-567"/>
        </w:tabs>
        <w:spacing w:after="120"/>
        <w:rPr>
          <w:rFonts w:ascii="Calibri" w:eastAsia="Calibri" w:hAnsi="Calibri"/>
          <w:b/>
          <w:bCs/>
          <w:sz w:val="22"/>
          <w:szCs w:val="22"/>
        </w:rPr>
      </w:pPr>
      <w:r w:rsidRPr="007E3B60">
        <w:rPr>
          <w:rFonts w:ascii="Calibri" w:eastAsia="Calibri" w:hAnsi="Calibri"/>
          <w:b/>
          <w:sz w:val="22"/>
          <w:szCs w:val="22"/>
        </w:rPr>
        <w:t>cena brutto</w:t>
      </w:r>
      <w:r w:rsidRPr="007E3B60">
        <w:rPr>
          <w:rFonts w:ascii="Calibri" w:eastAsia="Calibri" w:hAnsi="Calibri"/>
          <w:sz w:val="22"/>
          <w:szCs w:val="22"/>
        </w:rPr>
        <w:t xml:space="preserve"> .................</w:t>
      </w:r>
      <w:r>
        <w:rPr>
          <w:rFonts w:ascii="Calibri" w:eastAsia="Calibri" w:hAnsi="Calibri"/>
          <w:sz w:val="22"/>
          <w:szCs w:val="22"/>
        </w:rPr>
        <w:t>......</w:t>
      </w:r>
      <w:r w:rsidRPr="007E3B60">
        <w:rPr>
          <w:rFonts w:ascii="Calibri" w:eastAsia="Calibri" w:hAnsi="Calibri"/>
          <w:sz w:val="22"/>
          <w:szCs w:val="22"/>
        </w:rPr>
        <w:t xml:space="preserve"> zł  </w:t>
      </w:r>
      <w:r w:rsidRPr="00473EA3">
        <w:rPr>
          <w:rFonts w:ascii="Calibri" w:eastAsia="Calibri" w:hAnsi="Calibri"/>
          <w:b/>
          <w:bCs/>
          <w:sz w:val="22"/>
          <w:szCs w:val="22"/>
        </w:rPr>
        <w:t>za 1h (60 minut)</w:t>
      </w:r>
      <w:r w:rsidR="00473EA3" w:rsidRPr="00473EA3">
        <w:rPr>
          <w:rFonts w:asciiTheme="minorHAnsi" w:hAnsiTheme="minorHAnsi" w:cstheme="minorHAnsi"/>
          <w:b/>
          <w:bCs/>
          <w:sz w:val="22"/>
          <w:szCs w:val="22"/>
        </w:rPr>
        <w:t xml:space="preserve"> świadcze</w:t>
      </w:r>
      <w:r w:rsidR="00122710">
        <w:rPr>
          <w:rFonts w:asciiTheme="minorHAnsi" w:hAnsiTheme="minorHAnsi" w:cstheme="minorHAnsi"/>
          <w:b/>
          <w:bCs/>
          <w:sz w:val="22"/>
          <w:szCs w:val="22"/>
        </w:rPr>
        <w:t>nia usługi doradztwa edukacyjno-</w:t>
      </w:r>
      <w:r w:rsidR="00473EA3" w:rsidRPr="00473EA3">
        <w:rPr>
          <w:rFonts w:asciiTheme="minorHAnsi" w:hAnsiTheme="minorHAnsi" w:cstheme="minorHAnsi"/>
          <w:b/>
          <w:bCs/>
          <w:sz w:val="22"/>
          <w:szCs w:val="22"/>
        </w:rPr>
        <w:t>zawodowego</w:t>
      </w:r>
    </w:p>
    <w:p w14:paraId="5B93D2B2" w14:textId="3EF5B574" w:rsidR="00473EA3" w:rsidRDefault="00473EA3" w:rsidP="00473EA3">
      <w:pPr>
        <w:tabs>
          <w:tab w:val="left" w:pos="-567"/>
        </w:tabs>
        <w:spacing w:after="120"/>
        <w:rPr>
          <w:rFonts w:ascii="Calibri" w:eastAsia="Calibri" w:hAnsi="Calibri"/>
          <w:b/>
          <w:bCs/>
          <w:sz w:val="22"/>
          <w:szCs w:val="22"/>
        </w:rPr>
      </w:pPr>
    </w:p>
    <w:p w14:paraId="6EE47BBE" w14:textId="77777777" w:rsidR="00912CFB" w:rsidRDefault="00912CFB" w:rsidP="00912CFB">
      <w:pPr>
        <w:tabs>
          <w:tab w:val="left" w:pos="-567"/>
        </w:tabs>
        <w:spacing w:after="120" w:line="360" w:lineRule="auto"/>
        <w:ind w:right="-1"/>
        <w:rPr>
          <w:rFonts w:ascii="Calibri" w:eastAsia="Calibri" w:hAnsi="Calibri"/>
        </w:rPr>
      </w:pPr>
      <w:r w:rsidRPr="007E3B60">
        <w:rPr>
          <w:rFonts w:ascii="Calibri" w:eastAsia="Calibri" w:hAnsi="Calibri"/>
          <w:sz w:val="22"/>
          <w:szCs w:val="22"/>
        </w:rPr>
        <w:t>słownie.............................................................................złotych)</w:t>
      </w:r>
    </w:p>
    <w:p w14:paraId="245EC144" w14:textId="77777777" w:rsidR="00912CFB" w:rsidRDefault="00912CFB" w:rsidP="00912CFB">
      <w:pPr>
        <w:tabs>
          <w:tab w:val="left" w:pos="-567"/>
        </w:tabs>
        <w:spacing w:after="120" w:line="360" w:lineRule="auto"/>
        <w:ind w:right="-1"/>
        <w:rPr>
          <w:rFonts w:ascii="Calibri" w:eastAsia="Calibri" w:hAnsi="Calibri"/>
        </w:rPr>
      </w:pPr>
      <w:r>
        <w:rPr>
          <w:rFonts w:ascii="Calibri" w:eastAsia="Calibri" w:hAnsi="Calibri"/>
        </w:rPr>
        <w:lastRenderedPageBreak/>
        <w:t xml:space="preserve">2) Wskazuję do realizacji </w:t>
      </w:r>
      <w:r w:rsidRPr="00110C92">
        <w:rPr>
          <w:rFonts w:ascii="Calibri" w:eastAsia="Calibri" w:hAnsi="Calibri"/>
          <w:b/>
          <w:bCs/>
        </w:rPr>
        <w:t>zamówienia osobę wiodącą</w:t>
      </w:r>
      <w:r>
        <w:rPr>
          <w:rFonts w:ascii="Calibri" w:eastAsia="Calibri" w:hAnsi="Calibri"/>
        </w:rPr>
        <w:t xml:space="preserve"> (główną):</w:t>
      </w:r>
    </w:p>
    <w:p w14:paraId="62292511" w14:textId="53913655" w:rsidR="00912CFB" w:rsidRDefault="00912CFB" w:rsidP="00912CFB">
      <w:pPr>
        <w:tabs>
          <w:tab w:val="left" w:pos="-567"/>
        </w:tabs>
        <w:rPr>
          <w:rFonts w:ascii="Calibri" w:eastAsia="Calibri" w:hAnsi="Calibri"/>
        </w:rPr>
      </w:pPr>
      <w:r>
        <w:rPr>
          <w:rFonts w:ascii="Calibri" w:eastAsia="Calibri" w:hAnsi="Calibri"/>
        </w:rPr>
        <w:t>………………………………………………………………………………………………………………………………………………</w:t>
      </w:r>
    </w:p>
    <w:p w14:paraId="5F7FF56F" w14:textId="77777777" w:rsidR="00912CFB" w:rsidRPr="00721169" w:rsidRDefault="00912CFB" w:rsidP="00912CFB">
      <w:pPr>
        <w:tabs>
          <w:tab w:val="left" w:pos="-567"/>
        </w:tabs>
        <w:rPr>
          <w:rFonts w:ascii="Calibri" w:eastAsia="Calibri" w:hAnsi="Calibri"/>
          <w:i/>
          <w:iCs/>
          <w:sz w:val="16"/>
          <w:szCs w:val="16"/>
        </w:rPr>
      </w:pPr>
      <w:r>
        <w:rPr>
          <w:rFonts w:ascii="Calibri" w:eastAsia="Calibri" w:hAnsi="Calibri"/>
          <w:i/>
          <w:iCs/>
          <w:sz w:val="20"/>
          <w:szCs w:val="20"/>
        </w:rPr>
        <w:tab/>
      </w:r>
      <w:r>
        <w:rPr>
          <w:rFonts w:ascii="Calibri" w:eastAsia="Calibri" w:hAnsi="Calibri"/>
          <w:i/>
          <w:iCs/>
          <w:sz w:val="20"/>
          <w:szCs w:val="20"/>
        </w:rPr>
        <w:tab/>
      </w:r>
      <w:r>
        <w:rPr>
          <w:rFonts w:ascii="Calibri" w:eastAsia="Calibri" w:hAnsi="Calibri"/>
          <w:i/>
          <w:iCs/>
          <w:sz w:val="20"/>
          <w:szCs w:val="20"/>
        </w:rPr>
        <w:tab/>
      </w:r>
      <w:r>
        <w:rPr>
          <w:rFonts w:ascii="Calibri" w:eastAsia="Calibri" w:hAnsi="Calibri"/>
          <w:i/>
          <w:iCs/>
          <w:sz w:val="20"/>
          <w:szCs w:val="20"/>
        </w:rPr>
        <w:tab/>
      </w:r>
      <w:r w:rsidRPr="00721169">
        <w:rPr>
          <w:rFonts w:ascii="Calibri" w:eastAsia="Calibri" w:hAnsi="Calibri"/>
          <w:i/>
          <w:iCs/>
          <w:sz w:val="16"/>
          <w:szCs w:val="16"/>
        </w:rPr>
        <w:tab/>
        <w:t>(imię i nazwisko osoby)</w:t>
      </w:r>
    </w:p>
    <w:p w14:paraId="4AF7919E" w14:textId="77777777" w:rsidR="00912CFB" w:rsidRPr="00110C92" w:rsidRDefault="00912CFB" w:rsidP="00912CFB">
      <w:pPr>
        <w:tabs>
          <w:tab w:val="left" w:pos="-567"/>
        </w:tabs>
        <w:rPr>
          <w:rFonts w:ascii="Calibri" w:eastAsia="Calibri" w:hAnsi="Calibri"/>
          <w:i/>
          <w:iCs/>
          <w:sz w:val="20"/>
          <w:szCs w:val="20"/>
        </w:rPr>
      </w:pPr>
    </w:p>
    <w:p w14:paraId="169A42A0" w14:textId="77777777" w:rsidR="00912CFB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3) Na potrzeby oceny ofert w kryterium „doświadczenie osoby skierowanej do realizacji zamówienia” oświadczam, że osoba wskazana przeze mnie jako osoba wiodąca (główna) posiada następujące doświadczenie w prowadzeniu doradztwa zawodowego </w:t>
      </w:r>
      <w:r w:rsidRPr="00B328A2">
        <w:rPr>
          <w:rFonts w:ascii="Calibri" w:hAnsi="Calibri"/>
          <w:b/>
          <w:bCs/>
        </w:rPr>
        <w:t xml:space="preserve">ponad wymagane </w:t>
      </w:r>
      <w:r>
        <w:rPr>
          <w:rFonts w:ascii="Calibri" w:hAnsi="Calibri"/>
        </w:rPr>
        <w:t>na potwierdzenie warunków udziału w postępowaniu:</w:t>
      </w:r>
    </w:p>
    <w:p w14:paraId="36FAC101" w14:textId="77777777" w:rsidR="00912CFB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</w:rPr>
      </w:pPr>
    </w:p>
    <w:p w14:paraId="4CCB04C6" w14:textId="77777777" w:rsidR="00912CFB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</w:rPr>
      </w:pPr>
    </w:p>
    <w:p w14:paraId="23830FBA" w14:textId="77777777" w:rsidR="00912CFB" w:rsidRPr="00473EA3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  <w:b/>
          <w:bCs/>
        </w:rPr>
      </w:pPr>
      <w:r>
        <w:rPr>
          <w:rFonts w:ascii="Calibri" w:hAnsi="Calibri"/>
        </w:rPr>
        <w:t xml:space="preserve">…………………………………………………….. </w:t>
      </w:r>
      <w:r w:rsidRPr="00473EA3">
        <w:rPr>
          <w:rFonts w:ascii="Calibri" w:hAnsi="Calibri"/>
          <w:b/>
          <w:bCs/>
        </w:rPr>
        <w:t>miesiące/miesięcy doświadczenia</w:t>
      </w:r>
    </w:p>
    <w:p w14:paraId="75FF0658" w14:textId="7F0F1117" w:rsidR="00912CFB" w:rsidRPr="00EF0FF6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  <w:i/>
          <w:iCs/>
          <w:sz w:val="16"/>
          <w:szCs w:val="16"/>
        </w:rPr>
      </w:pPr>
      <w:r w:rsidRPr="00EF0FF6">
        <w:rPr>
          <w:rFonts w:ascii="Calibri" w:hAnsi="Calibri"/>
          <w:i/>
          <w:iCs/>
          <w:sz w:val="16"/>
          <w:szCs w:val="16"/>
        </w:rPr>
        <w:t>(wskazać ilość miesięcy doświadczenia</w:t>
      </w:r>
      <w:r w:rsidR="001249C8" w:rsidRPr="00EF0FF6">
        <w:rPr>
          <w:rFonts w:ascii="Calibri" w:hAnsi="Calibri"/>
          <w:i/>
          <w:iCs/>
          <w:sz w:val="16"/>
          <w:szCs w:val="16"/>
        </w:rPr>
        <w:t xml:space="preserve"> ponad wymagane)</w:t>
      </w:r>
    </w:p>
    <w:p w14:paraId="53A34B83" w14:textId="77777777" w:rsidR="00912CFB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</w:rPr>
      </w:pPr>
    </w:p>
    <w:p w14:paraId="3A94D002" w14:textId="77777777" w:rsidR="00912CFB" w:rsidRPr="0022610E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  <w:sz w:val="16"/>
          <w:szCs w:val="16"/>
        </w:rPr>
      </w:pPr>
    </w:p>
    <w:p w14:paraId="79FCBA62" w14:textId="77777777" w:rsidR="00912CFB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4) Oświadczam, że powyższe doświadczenie jest zgodne z informacjami zawartymi w Wykazie imiennym osób skierowanych do realizacji zamówienia dla danej części zamówienia.</w:t>
      </w:r>
    </w:p>
    <w:p w14:paraId="6F8743C0" w14:textId="0508414C" w:rsidR="00912CFB" w:rsidRPr="006C1426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  <w:b/>
        </w:rPr>
      </w:pPr>
      <w:r>
        <w:rPr>
          <w:rFonts w:ascii="Calibri" w:hAnsi="Calibri"/>
        </w:rPr>
        <w:t>5)</w:t>
      </w:r>
      <w:r w:rsidR="001249C8">
        <w:rPr>
          <w:rFonts w:ascii="Calibri" w:hAnsi="Calibri"/>
        </w:rPr>
        <w:t xml:space="preserve"> </w:t>
      </w:r>
      <w:r w:rsidRPr="001424E7">
        <w:rPr>
          <w:rFonts w:ascii="Calibri" w:hAnsi="Calibri"/>
        </w:rPr>
        <w:t>Zobowiązuj</w:t>
      </w:r>
      <w:r>
        <w:rPr>
          <w:rFonts w:ascii="Calibri" w:hAnsi="Calibri"/>
        </w:rPr>
        <w:t>ę</w:t>
      </w:r>
      <w:r w:rsidRPr="001424E7">
        <w:rPr>
          <w:rFonts w:ascii="Calibri" w:hAnsi="Calibri"/>
        </w:rPr>
        <w:t xml:space="preserve"> się do wykonania przedmiotu zamówienia w </w:t>
      </w:r>
      <w:r w:rsidRPr="00166401">
        <w:rPr>
          <w:rFonts w:ascii="Calibri" w:hAnsi="Calibri"/>
          <w:b/>
        </w:rPr>
        <w:t xml:space="preserve">terminie </w:t>
      </w:r>
      <w:r>
        <w:rPr>
          <w:rFonts w:ascii="Calibri" w:hAnsi="Calibri"/>
          <w:b/>
        </w:rPr>
        <w:t>określonym w zapytaniu ofertowym.</w:t>
      </w:r>
    </w:p>
    <w:p w14:paraId="333F0A39" w14:textId="77777777" w:rsidR="00912CFB" w:rsidRPr="000A74A1" w:rsidRDefault="00912CFB" w:rsidP="00912CFB">
      <w:pPr>
        <w:tabs>
          <w:tab w:val="left" w:pos="-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6) Akceptuję warunki umowy zawarte we wzorze umowy stanowiącym załącznik nr 5 do zapytania ofertowego</w:t>
      </w:r>
    </w:p>
    <w:p w14:paraId="1477EEB9" w14:textId="77777777" w:rsidR="00912CFB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7</w:t>
      </w:r>
      <w:r w:rsidRPr="00AC6921">
        <w:rPr>
          <w:rFonts w:ascii="Calibri" w:hAnsi="Calibri"/>
        </w:rPr>
        <w:t>) Oświadczam, że zapozna</w:t>
      </w:r>
      <w:r>
        <w:rPr>
          <w:rFonts w:ascii="Calibri" w:hAnsi="Calibri"/>
        </w:rPr>
        <w:t>łem</w:t>
      </w:r>
      <w:r w:rsidRPr="00AC6921">
        <w:rPr>
          <w:rFonts w:ascii="Calibri" w:hAnsi="Calibri"/>
        </w:rPr>
        <w:t xml:space="preserve"> się z zapytaniem ofertowym i nie wnos</w:t>
      </w:r>
      <w:r>
        <w:rPr>
          <w:rFonts w:ascii="Calibri" w:hAnsi="Calibri"/>
        </w:rPr>
        <w:t xml:space="preserve">zę </w:t>
      </w:r>
      <w:r w:rsidRPr="00AC6921">
        <w:rPr>
          <w:rFonts w:ascii="Calibri" w:hAnsi="Calibri"/>
        </w:rPr>
        <w:t xml:space="preserve">do niego zastrzeżeń </w:t>
      </w:r>
    </w:p>
    <w:p w14:paraId="580DE3A8" w14:textId="77777777" w:rsidR="00912CFB" w:rsidRPr="00CC180D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</w:rPr>
      </w:pPr>
      <w:r w:rsidRPr="00AC6921">
        <w:rPr>
          <w:rFonts w:ascii="Calibri" w:hAnsi="Calibri"/>
        </w:rPr>
        <w:t>oraz, że zdoby</w:t>
      </w:r>
      <w:r>
        <w:rPr>
          <w:rFonts w:ascii="Calibri" w:hAnsi="Calibri"/>
        </w:rPr>
        <w:t>łem</w:t>
      </w:r>
      <w:r w:rsidRPr="00AC6921">
        <w:rPr>
          <w:rFonts w:ascii="Calibri" w:hAnsi="Calibri"/>
        </w:rPr>
        <w:t xml:space="preserve"> konieczne informacje do przygotowania oferty oraz, że spełniam wymogi określone w zapytaniu ofertowym.</w:t>
      </w:r>
    </w:p>
    <w:p w14:paraId="27E38391" w14:textId="552970B3" w:rsidR="00912CFB" w:rsidRPr="00CC180D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8</w:t>
      </w:r>
      <w:r w:rsidRPr="00AC6921">
        <w:rPr>
          <w:rFonts w:ascii="Calibri" w:hAnsi="Calibri"/>
        </w:rPr>
        <w:t>) Oświadczam</w:t>
      </w:r>
      <w:r>
        <w:rPr>
          <w:rFonts w:ascii="Calibri" w:hAnsi="Calibri"/>
        </w:rPr>
        <w:t>,</w:t>
      </w:r>
      <w:r w:rsidRPr="00AC6921">
        <w:rPr>
          <w:rFonts w:ascii="Calibri" w:hAnsi="Calibri"/>
        </w:rPr>
        <w:t xml:space="preserve"> że posiadam niezbędną wiedzę i kwalifikacje dla prawidłowej realizacji przedmiotu </w:t>
      </w:r>
      <w:r>
        <w:rPr>
          <w:rFonts w:ascii="Calibri" w:hAnsi="Calibri"/>
        </w:rPr>
        <w:t>z</w:t>
      </w:r>
      <w:r w:rsidRPr="00AC6921">
        <w:rPr>
          <w:rFonts w:ascii="Calibri" w:hAnsi="Calibri"/>
        </w:rPr>
        <w:t>amówienia.</w:t>
      </w:r>
    </w:p>
    <w:p w14:paraId="5E3B1BDA" w14:textId="0D0E9F77" w:rsidR="00912CFB" w:rsidRPr="00AC6921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  <w:b/>
        </w:rPr>
      </w:pPr>
      <w:r>
        <w:rPr>
          <w:rFonts w:ascii="Calibri" w:hAnsi="Calibri"/>
        </w:rPr>
        <w:t>9</w:t>
      </w:r>
      <w:r w:rsidRPr="00AC6921">
        <w:rPr>
          <w:rFonts w:ascii="Calibri" w:hAnsi="Calibri"/>
        </w:rPr>
        <w:t>) Oświadczam, że uważam się za związan</w:t>
      </w:r>
      <w:r w:rsidR="001249C8">
        <w:rPr>
          <w:rFonts w:ascii="Calibri" w:hAnsi="Calibri"/>
        </w:rPr>
        <w:t>ego</w:t>
      </w:r>
      <w:r w:rsidRPr="00AC6921">
        <w:rPr>
          <w:rFonts w:ascii="Calibri" w:hAnsi="Calibri"/>
        </w:rPr>
        <w:t xml:space="preserve"> ofertą </w:t>
      </w:r>
      <w:r w:rsidRPr="00AC6921">
        <w:rPr>
          <w:rFonts w:ascii="Calibri" w:hAnsi="Calibri"/>
          <w:b/>
        </w:rPr>
        <w:t>na 30 dni</w:t>
      </w:r>
      <w:r w:rsidRPr="00AC6921">
        <w:rPr>
          <w:rFonts w:ascii="Calibri" w:hAnsi="Calibri"/>
        </w:rPr>
        <w:t xml:space="preserve"> </w:t>
      </w:r>
      <w:r w:rsidRPr="00AC6921">
        <w:rPr>
          <w:rFonts w:ascii="Calibri" w:hAnsi="Calibri"/>
          <w:b/>
        </w:rPr>
        <w:t>od terminu składania ofert.</w:t>
      </w:r>
    </w:p>
    <w:p w14:paraId="1CA873A8" w14:textId="77777777" w:rsidR="00912CFB" w:rsidRPr="00CC180D" w:rsidRDefault="00912CFB" w:rsidP="00912CFB">
      <w:pPr>
        <w:tabs>
          <w:tab w:val="left" w:pos="-567"/>
        </w:tabs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10</w:t>
      </w:r>
      <w:r w:rsidRPr="00AC6921">
        <w:rPr>
          <w:rFonts w:ascii="Calibri" w:hAnsi="Calibri"/>
        </w:rPr>
        <w:t>) Zobowiązuj</w:t>
      </w:r>
      <w:r>
        <w:rPr>
          <w:rFonts w:ascii="Calibri" w:hAnsi="Calibri"/>
        </w:rPr>
        <w:t>ę</w:t>
      </w:r>
      <w:r w:rsidRPr="00AC6921">
        <w:rPr>
          <w:rFonts w:ascii="Calibri" w:hAnsi="Calibri"/>
        </w:rPr>
        <w:t xml:space="preserve"> się, w przypadku przyznania nam zamówienia, do podpisania umowy </w:t>
      </w:r>
      <w:r w:rsidRPr="00AC6921">
        <w:rPr>
          <w:rFonts w:ascii="Calibri" w:hAnsi="Calibri"/>
        </w:rPr>
        <w:br/>
        <w:t>w terminie przez niego wyznaczonym.</w:t>
      </w:r>
    </w:p>
    <w:p w14:paraId="0569B85F" w14:textId="63F8A6F2" w:rsidR="00912CFB" w:rsidRPr="00AC6921" w:rsidRDefault="00912CFB" w:rsidP="00912CFB">
      <w:pPr>
        <w:tabs>
          <w:tab w:val="left" w:pos="-567"/>
        </w:tabs>
        <w:spacing w:line="360" w:lineRule="auto"/>
        <w:contextualSpacing/>
        <w:jc w:val="both"/>
        <w:rPr>
          <w:rFonts w:ascii="Calibri" w:hAnsi="Calibri"/>
        </w:rPr>
      </w:pPr>
      <w:r w:rsidRPr="00AC6921">
        <w:rPr>
          <w:rFonts w:ascii="Calibri" w:hAnsi="Calibri"/>
        </w:rPr>
        <w:t>1</w:t>
      </w:r>
      <w:r w:rsidR="001249C8">
        <w:rPr>
          <w:rFonts w:ascii="Calibri" w:hAnsi="Calibri"/>
        </w:rPr>
        <w:t>1</w:t>
      </w:r>
      <w:r w:rsidRPr="00AC6921">
        <w:rPr>
          <w:rFonts w:ascii="Calibri" w:hAnsi="Calibri"/>
        </w:rPr>
        <w:t>) Oświadczam, iż wszystkie informacje zamieszczone w ofercie są prawdziwe.</w:t>
      </w:r>
    </w:p>
    <w:p w14:paraId="43D2BACD" w14:textId="77777777" w:rsidR="00912CFB" w:rsidRDefault="00912CFB" w:rsidP="00912CFB">
      <w:pPr>
        <w:tabs>
          <w:tab w:val="left" w:pos="-2160"/>
        </w:tabs>
        <w:jc w:val="both"/>
        <w:rPr>
          <w:rFonts w:ascii="Calibri" w:eastAsia="Calibri" w:hAnsi="Calibri"/>
        </w:rPr>
      </w:pPr>
      <w:r w:rsidRPr="001424E7">
        <w:rPr>
          <w:rFonts w:ascii="Calibri" w:eastAsia="Calibri" w:hAnsi="Calibri"/>
        </w:rPr>
        <w:tab/>
      </w:r>
    </w:p>
    <w:p w14:paraId="06551D59" w14:textId="77777777" w:rsidR="00912CFB" w:rsidRDefault="00912CFB" w:rsidP="00912CFB">
      <w:pPr>
        <w:tabs>
          <w:tab w:val="left" w:pos="-2160"/>
        </w:tabs>
        <w:rPr>
          <w:rFonts w:ascii="Calibri" w:eastAsia="Calibri" w:hAnsi="Calibri"/>
        </w:rPr>
      </w:pPr>
    </w:p>
    <w:p w14:paraId="0A538EC4" w14:textId="77777777" w:rsidR="00912CFB" w:rsidRDefault="00912CFB" w:rsidP="00912CFB">
      <w:pPr>
        <w:tabs>
          <w:tab w:val="left" w:pos="-2160"/>
        </w:tabs>
        <w:jc w:val="center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                                     </w:t>
      </w:r>
    </w:p>
    <w:p w14:paraId="4298A7DB" w14:textId="77777777" w:rsidR="00912CFB" w:rsidRPr="001424E7" w:rsidRDefault="00912CFB" w:rsidP="00912CFB">
      <w:pPr>
        <w:tabs>
          <w:tab w:val="left" w:pos="-2160"/>
        </w:tabs>
        <w:jc w:val="center"/>
        <w:rPr>
          <w:rFonts w:ascii="Calibri" w:eastAsia="Calibri" w:hAnsi="Calibri"/>
        </w:rPr>
      </w:pP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  <w:t xml:space="preserve"> </w:t>
      </w:r>
      <w:r w:rsidRPr="001424E7">
        <w:rPr>
          <w:rFonts w:ascii="Calibri" w:eastAsia="Calibri" w:hAnsi="Calibri"/>
        </w:rPr>
        <w:t>.....</w:t>
      </w:r>
      <w:r>
        <w:rPr>
          <w:rFonts w:ascii="Calibri" w:eastAsia="Calibri" w:hAnsi="Calibri"/>
        </w:rPr>
        <w:t>..............................</w:t>
      </w:r>
      <w:r w:rsidRPr="001424E7">
        <w:rPr>
          <w:rFonts w:ascii="Calibri" w:eastAsia="Calibri" w:hAnsi="Calibri"/>
        </w:rPr>
        <w:t>.................</w:t>
      </w:r>
    </w:p>
    <w:p w14:paraId="756C4E4D" w14:textId="77777777" w:rsidR="00912CFB" w:rsidRDefault="00912CFB" w:rsidP="00912CFB">
      <w:pPr>
        <w:ind w:left="2836" w:firstLine="709"/>
        <w:jc w:val="center"/>
        <w:rPr>
          <w:rFonts w:ascii="Calibri" w:eastAsia="Calibri" w:hAnsi="Calibri"/>
          <w:sz w:val="16"/>
          <w:szCs w:val="16"/>
        </w:rPr>
      </w:pPr>
      <w:r w:rsidRPr="005F74A2">
        <w:rPr>
          <w:rFonts w:ascii="Calibri" w:eastAsia="Calibri" w:hAnsi="Calibri"/>
          <w:sz w:val="16"/>
          <w:szCs w:val="16"/>
        </w:rPr>
        <w:t>(podpis</w:t>
      </w:r>
      <w:r w:rsidRPr="00DD5647">
        <w:rPr>
          <w:rFonts w:ascii="Calibri" w:eastAsia="Calibri" w:hAnsi="Calibri"/>
          <w:sz w:val="16"/>
          <w:szCs w:val="16"/>
        </w:rPr>
        <w:t xml:space="preserve"> </w:t>
      </w:r>
      <w:r w:rsidRPr="005F74A2">
        <w:rPr>
          <w:rFonts w:ascii="Calibri" w:eastAsia="Calibri" w:hAnsi="Calibri"/>
          <w:sz w:val="16"/>
          <w:szCs w:val="16"/>
        </w:rPr>
        <w:t>Wykonawcy</w:t>
      </w:r>
      <w:r>
        <w:rPr>
          <w:rFonts w:ascii="Calibri" w:eastAsia="Calibri" w:hAnsi="Calibri"/>
          <w:sz w:val="16"/>
          <w:szCs w:val="16"/>
        </w:rPr>
        <w:t xml:space="preserve"> lub</w:t>
      </w:r>
      <w:r w:rsidRPr="005F74A2">
        <w:rPr>
          <w:rFonts w:ascii="Calibri" w:eastAsia="Calibri" w:hAnsi="Calibri"/>
          <w:sz w:val="16"/>
          <w:szCs w:val="16"/>
        </w:rPr>
        <w:t xml:space="preserve"> osoby/osób </w:t>
      </w:r>
    </w:p>
    <w:p w14:paraId="5704E6B1" w14:textId="77777777" w:rsidR="00912CFB" w:rsidRPr="00DB621B" w:rsidRDefault="00912CFB" w:rsidP="00912CFB">
      <w:pPr>
        <w:ind w:left="2836" w:firstLine="709"/>
        <w:jc w:val="center"/>
        <w:rPr>
          <w:rFonts w:ascii="Calibri" w:eastAsia="Calibri" w:hAnsi="Calibri"/>
          <w:sz w:val="16"/>
          <w:szCs w:val="16"/>
        </w:rPr>
      </w:pPr>
      <w:r w:rsidRPr="005F74A2">
        <w:rPr>
          <w:rFonts w:ascii="Calibri" w:eastAsia="Calibri" w:hAnsi="Calibri"/>
          <w:sz w:val="16"/>
          <w:szCs w:val="16"/>
        </w:rPr>
        <w:t>umocowany</w:t>
      </w:r>
      <w:r>
        <w:rPr>
          <w:rFonts w:ascii="Calibri" w:eastAsia="Calibri" w:hAnsi="Calibri"/>
          <w:sz w:val="16"/>
          <w:szCs w:val="16"/>
        </w:rPr>
        <w:t>ch do reprezentowania Wykonawcy/</w:t>
      </w:r>
      <w:proofErr w:type="spellStart"/>
      <w:r>
        <w:rPr>
          <w:rFonts w:ascii="Calibri" w:eastAsia="Calibri" w:hAnsi="Calibri"/>
          <w:sz w:val="16"/>
          <w:szCs w:val="16"/>
        </w:rPr>
        <w:t>ców</w:t>
      </w:r>
      <w:proofErr w:type="spellEnd"/>
    </w:p>
    <w:p w14:paraId="721304EA" w14:textId="77777777" w:rsidR="00912CFB" w:rsidRDefault="00912CFB" w:rsidP="00912CFB">
      <w:pPr>
        <w:tabs>
          <w:tab w:val="left" w:pos="-567"/>
        </w:tabs>
        <w:spacing w:before="120" w:after="120"/>
        <w:ind w:right="-426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EB0856F" w14:textId="77777777" w:rsidR="00912CFB" w:rsidRDefault="00912CFB" w:rsidP="00912CFB">
      <w:pPr>
        <w:tabs>
          <w:tab w:val="left" w:pos="-567"/>
        </w:tabs>
        <w:spacing w:before="120" w:after="120"/>
        <w:ind w:right="-426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34FBDA0D" w14:textId="77777777" w:rsidR="00912CFB" w:rsidRDefault="00912CFB" w:rsidP="00912CFB">
      <w:pPr>
        <w:tabs>
          <w:tab w:val="left" w:pos="-567"/>
        </w:tabs>
        <w:spacing w:before="120" w:after="120"/>
        <w:ind w:right="-426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3CE8FFB0" w14:textId="77777777" w:rsidR="00912CFB" w:rsidRDefault="00912CFB" w:rsidP="00912CFB">
      <w:pPr>
        <w:tabs>
          <w:tab w:val="left" w:pos="-567"/>
        </w:tabs>
        <w:spacing w:before="120" w:after="120"/>
        <w:ind w:right="-426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1A5CA0B" w14:textId="77777777" w:rsidR="00912CFB" w:rsidRDefault="00912CFB" w:rsidP="00912CFB">
      <w:pPr>
        <w:tabs>
          <w:tab w:val="left" w:pos="-567"/>
        </w:tabs>
        <w:spacing w:before="120" w:after="120"/>
        <w:ind w:right="-426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6044F04B" w14:textId="77777777" w:rsidR="00912CFB" w:rsidRDefault="00912CFB" w:rsidP="00912CFB">
      <w:pPr>
        <w:tabs>
          <w:tab w:val="left" w:pos="-567"/>
        </w:tabs>
        <w:spacing w:before="120" w:after="120"/>
        <w:ind w:right="-426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A7FB5F9" w14:textId="77777777" w:rsidR="00912CFB" w:rsidRDefault="00912CFB" w:rsidP="00D41691">
      <w:pPr>
        <w:rPr>
          <w:rFonts w:asciiTheme="minorHAnsi" w:hAnsiTheme="minorHAnsi" w:cstheme="minorHAnsi"/>
          <w:sz w:val="20"/>
          <w:szCs w:val="20"/>
        </w:rPr>
      </w:pPr>
    </w:p>
    <w:sectPr w:rsidR="00912CFB" w:rsidSect="00EF403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276" w:left="1418" w:header="340" w:footer="7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75CDB" w14:textId="77777777" w:rsidR="00E537D2" w:rsidRDefault="00E537D2">
      <w:r>
        <w:separator/>
      </w:r>
    </w:p>
  </w:endnote>
  <w:endnote w:type="continuationSeparator" w:id="0">
    <w:p w14:paraId="004BDC75" w14:textId="77777777" w:rsidR="00E537D2" w:rsidRDefault="00E53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1751" w14:textId="77777777" w:rsidR="00122710" w:rsidRDefault="00122710" w:rsidP="00756DD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849C635" wp14:editId="11459954">
              <wp:extent cx="7174230" cy="0"/>
              <wp:effectExtent l="0" t="0" r="0" b="0"/>
              <wp:docPr id="15" name="Łącznik prosty 1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D2D860B" id="Łącznik prosty 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213E2DB5" w14:textId="77777777" w:rsidR="00122710" w:rsidRDefault="00122710" w:rsidP="00756DD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696C43D4" w14:textId="77777777" w:rsidR="00122710" w:rsidRPr="00756DDC" w:rsidRDefault="00122710" w:rsidP="00756DD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DE3541" w:rsidRPr="00DE3541">
      <w:rPr>
        <w:rFonts w:asciiTheme="majorHAnsi" w:eastAsiaTheme="majorEastAsia" w:hAnsiTheme="majorHAnsi" w:cstheme="majorBidi"/>
        <w:noProof/>
        <w:sz w:val="20"/>
        <w:szCs w:val="28"/>
      </w:rPr>
      <w:t>2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291A" w14:textId="77777777" w:rsidR="00122710" w:rsidRDefault="00122710" w:rsidP="009C597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BC71FE5" wp14:editId="711F5A19">
              <wp:extent cx="7174230" cy="0"/>
              <wp:effectExtent l="0" t="0" r="0" b="0"/>
              <wp:docPr id="9" name="Łącznik prosty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02519D6" id="Łącznik prosty 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07EA8F29" w14:textId="77777777" w:rsidR="00122710" w:rsidRDefault="00122710" w:rsidP="009C597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4C82BAA9" w14:textId="77777777" w:rsidR="00122710" w:rsidRPr="009C597C" w:rsidRDefault="00122710" w:rsidP="009C597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DE3541" w:rsidRPr="00DE3541">
      <w:rPr>
        <w:rFonts w:asciiTheme="majorHAnsi" w:eastAsiaTheme="majorEastAsia" w:hAnsiTheme="majorHAnsi" w:cstheme="majorBidi"/>
        <w:noProof/>
        <w:sz w:val="20"/>
        <w:szCs w:val="28"/>
      </w:rPr>
      <w:t>1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95593" w14:textId="77777777" w:rsidR="00E537D2" w:rsidRDefault="00E537D2">
      <w:r>
        <w:separator/>
      </w:r>
    </w:p>
  </w:footnote>
  <w:footnote w:type="continuationSeparator" w:id="0">
    <w:p w14:paraId="090CA6C1" w14:textId="77777777" w:rsidR="00E537D2" w:rsidRDefault="00E53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63A9" w14:textId="77777777" w:rsidR="00122710" w:rsidRDefault="00122710">
    <w:pPr>
      <w:pStyle w:val="Nagwek"/>
    </w:pPr>
    <w:r>
      <w:rPr>
        <w:noProof/>
      </w:rPr>
      <w:drawing>
        <wp:inline distT="0" distB="0" distL="0" distR="0" wp14:anchorId="37708F3D" wp14:editId="7433F4F8">
          <wp:extent cx="5759450" cy="539115"/>
          <wp:effectExtent l="0" t="0" r="0" b="0"/>
          <wp:docPr id="6" name="Obraz 6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21C2" w14:textId="77777777" w:rsidR="00122710" w:rsidRDefault="0012271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3617D63A" wp14:editId="4B823713">
              <wp:simplePos x="0" y="0"/>
              <wp:positionH relativeFrom="page">
                <wp:posOffset>6911340</wp:posOffset>
              </wp:positionH>
              <wp:positionV relativeFrom="page">
                <wp:posOffset>7535545</wp:posOffset>
              </wp:positionV>
              <wp:extent cx="391160" cy="2183130"/>
              <wp:effectExtent l="0" t="1270" r="0" b="0"/>
              <wp:wrapNone/>
              <wp:docPr id="1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116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05CFA" w14:textId="77777777" w:rsidR="00122710" w:rsidRPr="000A666E" w:rsidRDefault="00122710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0A666E">
                            <w:rPr>
                              <w:rFonts w:ascii="Cambria" w:hAnsi="Cambria"/>
                            </w:rPr>
                            <w:t xml:space="preserve">Strona </w:t>
                          </w:r>
                          <w:r w:rsidRPr="000A666E">
                            <w:rPr>
                              <w:sz w:val="16"/>
                            </w:rPr>
                            <w:fldChar w:fldCharType="begin"/>
                          </w:r>
                          <w:r w:rsidRPr="000A666E">
                            <w:rPr>
                              <w:sz w:val="16"/>
                            </w:rPr>
                            <w:instrText xml:space="preserve"> PAGE    \* MERGEFORMAT </w:instrText>
                          </w:r>
                          <w:r w:rsidRPr="000A666E">
                            <w:rPr>
                              <w:sz w:val="16"/>
                            </w:rPr>
                            <w:fldChar w:fldCharType="separate"/>
                          </w:r>
                          <w:r w:rsidR="00DE3541" w:rsidRPr="00DE3541">
                            <w:rPr>
                              <w:rFonts w:ascii="Cambria" w:hAnsi="Cambria"/>
                              <w:noProof/>
                              <w:sz w:val="28"/>
                              <w:szCs w:val="44"/>
                            </w:rPr>
                            <w:t>1</w:t>
                          </w:r>
                          <w:r w:rsidRPr="000A666E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17D63A" id="Rectangle 12" o:spid="_x0000_s1026" style="position:absolute;margin-left:544.2pt;margin-top:593.35pt;width:30.8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" o:allowincell="f" filled="f" stroked="f">
              <v:textbox style="layout-flow:vertical;mso-layout-flow-alt:bottom-to-top;mso-fit-shape-to-text:t">
                <w:txbxContent>
                  <w:p w14:paraId="5AD05CFA" w14:textId="77777777" w:rsidR="00122710" w:rsidRPr="000A666E" w:rsidRDefault="00122710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0A666E">
                      <w:rPr>
                        <w:rFonts w:ascii="Cambria" w:hAnsi="Cambria"/>
                      </w:rPr>
                      <w:t xml:space="preserve">Strona </w:t>
                    </w:r>
                    <w:r w:rsidRPr="000A666E">
                      <w:rPr>
                        <w:sz w:val="16"/>
                      </w:rPr>
                      <w:fldChar w:fldCharType="begin"/>
                    </w:r>
                    <w:r w:rsidRPr="000A666E">
                      <w:rPr>
                        <w:sz w:val="16"/>
                      </w:rPr>
                      <w:instrText xml:space="preserve"> PAGE    \* MERGEFORMAT </w:instrText>
                    </w:r>
                    <w:r w:rsidRPr="000A666E">
                      <w:rPr>
                        <w:sz w:val="16"/>
                      </w:rPr>
                      <w:fldChar w:fldCharType="separate"/>
                    </w:r>
                    <w:r w:rsidR="00DE3541" w:rsidRPr="00DE3541">
                      <w:rPr>
                        <w:rFonts w:ascii="Cambria" w:hAnsi="Cambria"/>
                        <w:noProof/>
                        <w:sz w:val="28"/>
                        <w:szCs w:val="44"/>
                      </w:rPr>
                      <w:t>1</w:t>
                    </w:r>
                    <w:r w:rsidRPr="000A666E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5D87C318" wp14:editId="3C545ED7">
          <wp:extent cx="5759450" cy="539214"/>
          <wp:effectExtent l="0" t="0" r="0" b="0"/>
          <wp:docPr id="7" name="Obraz 7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1" w15:restartNumberingAfterBreak="0">
    <w:nsid w:val="03A73FB7"/>
    <w:multiLevelType w:val="hybridMultilevel"/>
    <w:tmpl w:val="A6E6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1A6656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1ACB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118C6"/>
    <w:multiLevelType w:val="hybridMultilevel"/>
    <w:tmpl w:val="696CB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57A70"/>
    <w:multiLevelType w:val="hybridMultilevel"/>
    <w:tmpl w:val="E78C6292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6" w15:restartNumberingAfterBreak="0">
    <w:nsid w:val="127A04A0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381935"/>
    <w:multiLevelType w:val="hybridMultilevel"/>
    <w:tmpl w:val="D7A43A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1116D"/>
    <w:multiLevelType w:val="hybridMultilevel"/>
    <w:tmpl w:val="71EC0936"/>
    <w:lvl w:ilvl="0" w:tplc="7AEAE802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C966581"/>
    <w:multiLevelType w:val="hybridMultilevel"/>
    <w:tmpl w:val="6598F31C"/>
    <w:lvl w:ilvl="0" w:tplc="494EA27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530FC"/>
    <w:multiLevelType w:val="hybridMultilevel"/>
    <w:tmpl w:val="04CEAA90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2" w15:restartNumberingAfterBreak="0">
    <w:nsid w:val="1FEB3F4C"/>
    <w:multiLevelType w:val="multilevel"/>
    <w:tmpl w:val="174E9406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9326B"/>
    <w:multiLevelType w:val="hybridMultilevel"/>
    <w:tmpl w:val="410601A6"/>
    <w:lvl w:ilvl="0" w:tplc="2D02EB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61D65"/>
    <w:multiLevelType w:val="hybridMultilevel"/>
    <w:tmpl w:val="0AE2EB72"/>
    <w:lvl w:ilvl="0" w:tplc="2EFE20C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5B5B94"/>
    <w:multiLevelType w:val="multilevel"/>
    <w:tmpl w:val="AC6EAB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6"/>
      <w:numFmt w:val="decimal"/>
      <w:lvlText w:val="18.%2"/>
      <w:lvlJc w:val="left"/>
      <w:pPr>
        <w:ind w:left="574" w:hanging="432"/>
      </w:pPr>
      <w:rPr>
        <w:rFonts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Theme="minorHAnsi" w:eastAsia="Times New Roman" w:hAnsiTheme="minorHAnsi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sz w:val="22"/>
        <w:szCs w:val="22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CEC5954"/>
    <w:multiLevelType w:val="hybridMultilevel"/>
    <w:tmpl w:val="ECC00CC8"/>
    <w:lvl w:ilvl="0" w:tplc="666EFAC4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BE6D7D"/>
    <w:multiLevelType w:val="hybridMultilevel"/>
    <w:tmpl w:val="11262204"/>
    <w:lvl w:ilvl="0" w:tplc="308A79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A7996"/>
    <w:multiLevelType w:val="hybridMultilevel"/>
    <w:tmpl w:val="4DAA078C"/>
    <w:lvl w:ilvl="0" w:tplc="E4844FA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23" w15:restartNumberingAfterBreak="0">
    <w:nsid w:val="49A32509"/>
    <w:multiLevelType w:val="hybridMultilevel"/>
    <w:tmpl w:val="E8E6549C"/>
    <w:lvl w:ilvl="0" w:tplc="7CBE0A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03EFF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A55753"/>
    <w:multiLevelType w:val="hybridMultilevel"/>
    <w:tmpl w:val="F6F47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81C7E"/>
    <w:multiLevelType w:val="multilevel"/>
    <w:tmpl w:val="CC8A6F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2F6B52"/>
    <w:multiLevelType w:val="hybridMultilevel"/>
    <w:tmpl w:val="87845046"/>
    <w:lvl w:ilvl="0" w:tplc="05BAF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B31DA"/>
    <w:multiLevelType w:val="hybridMultilevel"/>
    <w:tmpl w:val="7540A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71411"/>
    <w:multiLevelType w:val="multilevel"/>
    <w:tmpl w:val="1798888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A705F4"/>
    <w:multiLevelType w:val="hybridMultilevel"/>
    <w:tmpl w:val="63A082F6"/>
    <w:lvl w:ilvl="0" w:tplc="AD341FB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6"/>
  </w:num>
  <w:num w:numId="3">
    <w:abstractNumId w:val="24"/>
  </w:num>
  <w:num w:numId="4">
    <w:abstractNumId w:val="15"/>
  </w:num>
  <w:num w:numId="5">
    <w:abstractNumId w:val="9"/>
  </w:num>
  <w:num w:numId="6">
    <w:abstractNumId w:val="17"/>
  </w:num>
  <w:num w:numId="7">
    <w:abstractNumId w:val="27"/>
  </w:num>
  <w:num w:numId="8">
    <w:abstractNumId w:val="0"/>
  </w:num>
  <w:num w:numId="9">
    <w:abstractNumId w:val="30"/>
  </w:num>
  <w:num w:numId="10">
    <w:abstractNumId w:val="20"/>
  </w:num>
  <w:num w:numId="11">
    <w:abstractNumId w:val="13"/>
  </w:num>
  <w:num w:numId="12">
    <w:abstractNumId w:val="3"/>
  </w:num>
  <w:num w:numId="13">
    <w:abstractNumId w:val="1"/>
  </w:num>
  <w:num w:numId="14">
    <w:abstractNumId w:val="21"/>
  </w:num>
  <w:num w:numId="15">
    <w:abstractNumId w:val="11"/>
  </w:num>
  <w:num w:numId="16">
    <w:abstractNumId w:val="5"/>
  </w:num>
  <w:num w:numId="17">
    <w:abstractNumId w:val="18"/>
  </w:num>
  <w:num w:numId="18">
    <w:abstractNumId w:val="8"/>
  </w:num>
  <w:num w:numId="19">
    <w:abstractNumId w:val="31"/>
  </w:num>
  <w:num w:numId="20">
    <w:abstractNumId w:val="10"/>
  </w:num>
  <w:num w:numId="21">
    <w:abstractNumId w:val="12"/>
  </w:num>
  <w:num w:numId="22">
    <w:abstractNumId w:val="25"/>
  </w:num>
  <w:num w:numId="23">
    <w:abstractNumId w:val="16"/>
  </w:num>
  <w:num w:numId="24">
    <w:abstractNumId w:val="28"/>
  </w:num>
  <w:num w:numId="25">
    <w:abstractNumId w:val="19"/>
  </w:num>
  <w:num w:numId="26">
    <w:abstractNumId w:val="29"/>
  </w:num>
  <w:num w:numId="27">
    <w:abstractNumId w:val="7"/>
  </w:num>
  <w:num w:numId="28">
    <w:abstractNumId w:val="23"/>
  </w:num>
  <w:num w:numId="29">
    <w:abstractNumId w:val="14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C0"/>
    <w:rsid w:val="00000018"/>
    <w:rsid w:val="000048A3"/>
    <w:rsid w:val="00005E12"/>
    <w:rsid w:val="0000603E"/>
    <w:rsid w:val="00013CEC"/>
    <w:rsid w:val="0002262B"/>
    <w:rsid w:val="00035913"/>
    <w:rsid w:val="0003673D"/>
    <w:rsid w:val="00036918"/>
    <w:rsid w:val="000374B9"/>
    <w:rsid w:val="0003764D"/>
    <w:rsid w:val="00041CD6"/>
    <w:rsid w:val="000430BA"/>
    <w:rsid w:val="000511A3"/>
    <w:rsid w:val="00054DEA"/>
    <w:rsid w:val="00061F20"/>
    <w:rsid w:val="00072AE9"/>
    <w:rsid w:val="00080D83"/>
    <w:rsid w:val="000816F5"/>
    <w:rsid w:val="00087404"/>
    <w:rsid w:val="00091849"/>
    <w:rsid w:val="00091D8C"/>
    <w:rsid w:val="000926E5"/>
    <w:rsid w:val="00092FA2"/>
    <w:rsid w:val="000A666E"/>
    <w:rsid w:val="000B0EA4"/>
    <w:rsid w:val="000B303E"/>
    <w:rsid w:val="000B7821"/>
    <w:rsid w:val="000C3E67"/>
    <w:rsid w:val="000C3F4B"/>
    <w:rsid w:val="000C4B0B"/>
    <w:rsid w:val="000D283E"/>
    <w:rsid w:val="000D5D1E"/>
    <w:rsid w:val="000D66F7"/>
    <w:rsid w:val="000D797C"/>
    <w:rsid w:val="000E10FA"/>
    <w:rsid w:val="000E2526"/>
    <w:rsid w:val="000E6D57"/>
    <w:rsid w:val="000F5DCE"/>
    <w:rsid w:val="000F6BFF"/>
    <w:rsid w:val="00100777"/>
    <w:rsid w:val="00100DBB"/>
    <w:rsid w:val="001029D9"/>
    <w:rsid w:val="0010778A"/>
    <w:rsid w:val="00107987"/>
    <w:rsid w:val="00114083"/>
    <w:rsid w:val="00114384"/>
    <w:rsid w:val="00115D6D"/>
    <w:rsid w:val="001179E0"/>
    <w:rsid w:val="00122710"/>
    <w:rsid w:val="001249C8"/>
    <w:rsid w:val="00124D4A"/>
    <w:rsid w:val="00125B51"/>
    <w:rsid w:val="00130B23"/>
    <w:rsid w:val="0013215E"/>
    <w:rsid w:val="00134E9F"/>
    <w:rsid w:val="00140780"/>
    <w:rsid w:val="00140DDF"/>
    <w:rsid w:val="00141B14"/>
    <w:rsid w:val="00150ED1"/>
    <w:rsid w:val="0015158B"/>
    <w:rsid w:val="00151D5A"/>
    <w:rsid w:val="001554BA"/>
    <w:rsid w:val="00155CF5"/>
    <w:rsid w:val="001563C4"/>
    <w:rsid w:val="00156C2E"/>
    <w:rsid w:val="00157E42"/>
    <w:rsid w:val="00161C9A"/>
    <w:rsid w:val="0017018D"/>
    <w:rsid w:val="00170984"/>
    <w:rsid w:val="00170E04"/>
    <w:rsid w:val="0017147B"/>
    <w:rsid w:val="001720CE"/>
    <w:rsid w:val="001819B5"/>
    <w:rsid w:val="00197D99"/>
    <w:rsid w:val="001A151E"/>
    <w:rsid w:val="001A2A1B"/>
    <w:rsid w:val="001B210F"/>
    <w:rsid w:val="001B3942"/>
    <w:rsid w:val="001B79DE"/>
    <w:rsid w:val="001C168A"/>
    <w:rsid w:val="001D088F"/>
    <w:rsid w:val="001D4106"/>
    <w:rsid w:val="001E2DE0"/>
    <w:rsid w:val="001E3B5B"/>
    <w:rsid w:val="001E4EC1"/>
    <w:rsid w:val="001F09A7"/>
    <w:rsid w:val="001F64E0"/>
    <w:rsid w:val="001F68A5"/>
    <w:rsid w:val="002078BE"/>
    <w:rsid w:val="002205E9"/>
    <w:rsid w:val="00222FDF"/>
    <w:rsid w:val="0022610E"/>
    <w:rsid w:val="00230942"/>
    <w:rsid w:val="00241C1F"/>
    <w:rsid w:val="002425AE"/>
    <w:rsid w:val="0024634E"/>
    <w:rsid w:val="0025352D"/>
    <w:rsid w:val="002640B4"/>
    <w:rsid w:val="00265D60"/>
    <w:rsid w:val="002679B8"/>
    <w:rsid w:val="00271271"/>
    <w:rsid w:val="0027528F"/>
    <w:rsid w:val="00287B79"/>
    <w:rsid w:val="00293582"/>
    <w:rsid w:val="00294112"/>
    <w:rsid w:val="0029525C"/>
    <w:rsid w:val="002B5815"/>
    <w:rsid w:val="002C06C5"/>
    <w:rsid w:val="002C2283"/>
    <w:rsid w:val="002C4CD0"/>
    <w:rsid w:val="002C6347"/>
    <w:rsid w:val="002D0535"/>
    <w:rsid w:val="002D405C"/>
    <w:rsid w:val="002D532A"/>
    <w:rsid w:val="002E11C5"/>
    <w:rsid w:val="002E3B39"/>
    <w:rsid w:val="002F01E8"/>
    <w:rsid w:val="002F415D"/>
    <w:rsid w:val="002F4CA2"/>
    <w:rsid w:val="002F6A1F"/>
    <w:rsid w:val="00301643"/>
    <w:rsid w:val="00302F01"/>
    <w:rsid w:val="00305AE1"/>
    <w:rsid w:val="003109BE"/>
    <w:rsid w:val="0031388D"/>
    <w:rsid w:val="00314F02"/>
    <w:rsid w:val="00316F22"/>
    <w:rsid w:val="0031748D"/>
    <w:rsid w:val="00320AAC"/>
    <w:rsid w:val="00323421"/>
    <w:rsid w:val="003249B9"/>
    <w:rsid w:val="00325198"/>
    <w:rsid w:val="003254E8"/>
    <w:rsid w:val="00334899"/>
    <w:rsid w:val="00336BB7"/>
    <w:rsid w:val="00352186"/>
    <w:rsid w:val="0035482A"/>
    <w:rsid w:val="00354E5A"/>
    <w:rsid w:val="003561BF"/>
    <w:rsid w:val="00360BEE"/>
    <w:rsid w:val="003619F2"/>
    <w:rsid w:val="003652D2"/>
    <w:rsid w:val="0036558D"/>
    <w:rsid w:val="003656EB"/>
    <w:rsid w:val="00365820"/>
    <w:rsid w:val="003701B4"/>
    <w:rsid w:val="0037310C"/>
    <w:rsid w:val="003744CE"/>
    <w:rsid w:val="003746B5"/>
    <w:rsid w:val="00374E58"/>
    <w:rsid w:val="00380A69"/>
    <w:rsid w:val="00385D13"/>
    <w:rsid w:val="00391CE5"/>
    <w:rsid w:val="00397E97"/>
    <w:rsid w:val="003A1DB1"/>
    <w:rsid w:val="003B12EE"/>
    <w:rsid w:val="003B2177"/>
    <w:rsid w:val="003B425A"/>
    <w:rsid w:val="003B4919"/>
    <w:rsid w:val="003B6B87"/>
    <w:rsid w:val="003C1913"/>
    <w:rsid w:val="003C554F"/>
    <w:rsid w:val="003C75F2"/>
    <w:rsid w:val="003D0103"/>
    <w:rsid w:val="003D059C"/>
    <w:rsid w:val="003D063D"/>
    <w:rsid w:val="003D17CC"/>
    <w:rsid w:val="003D3661"/>
    <w:rsid w:val="003D589B"/>
    <w:rsid w:val="003E5804"/>
    <w:rsid w:val="003F0F8B"/>
    <w:rsid w:val="003F654D"/>
    <w:rsid w:val="0040149C"/>
    <w:rsid w:val="004027F0"/>
    <w:rsid w:val="00403A8A"/>
    <w:rsid w:val="00404B35"/>
    <w:rsid w:val="004066F5"/>
    <w:rsid w:val="00406F26"/>
    <w:rsid w:val="00414478"/>
    <w:rsid w:val="0041458F"/>
    <w:rsid w:val="00422775"/>
    <w:rsid w:val="004271C6"/>
    <w:rsid w:val="004327FE"/>
    <w:rsid w:val="00437F2C"/>
    <w:rsid w:val="004444C3"/>
    <w:rsid w:val="0045085A"/>
    <w:rsid w:val="004577E6"/>
    <w:rsid w:val="00463AC0"/>
    <w:rsid w:val="00465FC9"/>
    <w:rsid w:val="00467231"/>
    <w:rsid w:val="00473EA3"/>
    <w:rsid w:val="00477BA3"/>
    <w:rsid w:val="00483C1A"/>
    <w:rsid w:val="00485137"/>
    <w:rsid w:val="004861BD"/>
    <w:rsid w:val="00490387"/>
    <w:rsid w:val="00492BD3"/>
    <w:rsid w:val="00495971"/>
    <w:rsid w:val="004B0882"/>
    <w:rsid w:val="004B21D8"/>
    <w:rsid w:val="004B5CDB"/>
    <w:rsid w:val="004B70BD"/>
    <w:rsid w:val="004C766E"/>
    <w:rsid w:val="004D07D6"/>
    <w:rsid w:val="004D101F"/>
    <w:rsid w:val="004D4289"/>
    <w:rsid w:val="004D4C2C"/>
    <w:rsid w:val="004E030F"/>
    <w:rsid w:val="004E6F65"/>
    <w:rsid w:val="004F0B6E"/>
    <w:rsid w:val="004F1FCE"/>
    <w:rsid w:val="004F798B"/>
    <w:rsid w:val="00502640"/>
    <w:rsid w:val="00511D7B"/>
    <w:rsid w:val="005172F2"/>
    <w:rsid w:val="0052111D"/>
    <w:rsid w:val="005227A2"/>
    <w:rsid w:val="00526890"/>
    <w:rsid w:val="00527CD6"/>
    <w:rsid w:val="00530A5C"/>
    <w:rsid w:val="00537F26"/>
    <w:rsid w:val="005426D2"/>
    <w:rsid w:val="00544270"/>
    <w:rsid w:val="00545CE4"/>
    <w:rsid w:val="00546B6E"/>
    <w:rsid w:val="00547C39"/>
    <w:rsid w:val="005623D8"/>
    <w:rsid w:val="00564F0B"/>
    <w:rsid w:val="00565820"/>
    <w:rsid w:val="00565ED4"/>
    <w:rsid w:val="0057268A"/>
    <w:rsid w:val="005728AB"/>
    <w:rsid w:val="00574E21"/>
    <w:rsid w:val="00574FFD"/>
    <w:rsid w:val="005760A9"/>
    <w:rsid w:val="00582B4E"/>
    <w:rsid w:val="00594464"/>
    <w:rsid w:val="005975CC"/>
    <w:rsid w:val="005A0444"/>
    <w:rsid w:val="005A0BC7"/>
    <w:rsid w:val="005A14FB"/>
    <w:rsid w:val="005A1BBF"/>
    <w:rsid w:val="005A41EC"/>
    <w:rsid w:val="005B1D1B"/>
    <w:rsid w:val="005B344A"/>
    <w:rsid w:val="005B4936"/>
    <w:rsid w:val="005C2039"/>
    <w:rsid w:val="005C3D7C"/>
    <w:rsid w:val="005C538E"/>
    <w:rsid w:val="005D685A"/>
    <w:rsid w:val="005D6D14"/>
    <w:rsid w:val="005E0B5D"/>
    <w:rsid w:val="005F00BF"/>
    <w:rsid w:val="005F7040"/>
    <w:rsid w:val="005F7323"/>
    <w:rsid w:val="00601746"/>
    <w:rsid w:val="00602CF2"/>
    <w:rsid w:val="00605E1C"/>
    <w:rsid w:val="00611339"/>
    <w:rsid w:val="006134FA"/>
    <w:rsid w:val="006149A3"/>
    <w:rsid w:val="006152B6"/>
    <w:rsid w:val="00621F12"/>
    <w:rsid w:val="00622781"/>
    <w:rsid w:val="00637673"/>
    <w:rsid w:val="0063783C"/>
    <w:rsid w:val="00637FCC"/>
    <w:rsid w:val="00640474"/>
    <w:rsid w:val="006406DC"/>
    <w:rsid w:val="0064082F"/>
    <w:rsid w:val="00640BFF"/>
    <w:rsid w:val="00641366"/>
    <w:rsid w:val="00644C2C"/>
    <w:rsid w:val="00646DA6"/>
    <w:rsid w:val="00650604"/>
    <w:rsid w:val="00660269"/>
    <w:rsid w:val="0067095F"/>
    <w:rsid w:val="00677176"/>
    <w:rsid w:val="0068338F"/>
    <w:rsid w:val="00692E5E"/>
    <w:rsid w:val="0069621B"/>
    <w:rsid w:val="006B0E06"/>
    <w:rsid w:val="006B1D9E"/>
    <w:rsid w:val="006B2714"/>
    <w:rsid w:val="006B32BF"/>
    <w:rsid w:val="006C5DA0"/>
    <w:rsid w:val="006D1134"/>
    <w:rsid w:val="006D12A1"/>
    <w:rsid w:val="006D307F"/>
    <w:rsid w:val="006E20D9"/>
    <w:rsid w:val="006E732E"/>
    <w:rsid w:val="006F209E"/>
    <w:rsid w:val="006F38B2"/>
    <w:rsid w:val="006F3CDF"/>
    <w:rsid w:val="00712F09"/>
    <w:rsid w:val="00714096"/>
    <w:rsid w:val="00714856"/>
    <w:rsid w:val="00715334"/>
    <w:rsid w:val="00715AD6"/>
    <w:rsid w:val="007213A2"/>
    <w:rsid w:val="00721992"/>
    <w:rsid w:val="00727A54"/>
    <w:rsid w:val="00727F94"/>
    <w:rsid w:val="007337EB"/>
    <w:rsid w:val="0074358A"/>
    <w:rsid w:val="00745D18"/>
    <w:rsid w:val="00756DDC"/>
    <w:rsid w:val="007614E0"/>
    <w:rsid w:val="00761876"/>
    <w:rsid w:val="0076208D"/>
    <w:rsid w:val="00771AE7"/>
    <w:rsid w:val="00776530"/>
    <w:rsid w:val="007901A3"/>
    <w:rsid w:val="00791750"/>
    <w:rsid w:val="00791E8E"/>
    <w:rsid w:val="00791F09"/>
    <w:rsid w:val="00793DF3"/>
    <w:rsid w:val="00796CD3"/>
    <w:rsid w:val="00797A8E"/>
    <w:rsid w:val="007A0109"/>
    <w:rsid w:val="007A0E8C"/>
    <w:rsid w:val="007A4434"/>
    <w:rsid w:val="007A5B14"/>
    <w:rsid w:val="007A5EF0"/>
    <w:rsid w:val="007B0CE6"/>
    <w:rsid w:val="007B2500"/>
    <w:rsid w:val="007B48D5"/>
    <w:rsid w:val="007B534F"/>
    <w:rsid w:val="007C42B2"/>
    <w:rsid w:val="007C4EED"/>
    <w:rsid w:val="007C7770"/>
    <w:rsid w:val="007D4297"/>
    <w:rsid w:val="007D61D6"/>
    <w:rsid w:val="007E1356"/>
    <w:rsid w:val="007E1B19"/>
    <w:rsid w:val="007E2738"/>
    <w:rsid w:val="007E4127"/>
    <w:rsid w:val="007E662A"/>
    <w:rsid w:val="007F3623"/>
    <w:rsid w:val="007F4454"/>
    <w:rsid w:val="00800CA1"/>
    <w:rsid w:val="00803E94"/>
    <w:rsid w:val="00804B39"/>
    <w:rsid w:val="008053C5"/>
    <w:rsid w:val="008062FF"/>
    <w:rsid w:val="008064E5"/>
    <w:rsid w:val="008103EA"/>
    <w:rsid w:val="008134DB"/>
    <w:rsid w:val="0082089C"/>
    <w:rsid w:val="00821E12"/>
    <w:rsid w:val="00827311"/>
    <w:rsid w:val="0083181A"/>
    <w:rsid w:val="008342DB"/>
    <w:rsid w:val="00834BB4"/>
    <w:rsid w:val="00835187"/>
    <w:rsid w:val="00842817"/>
    <w:rsid w:val="00843D06"/>
    <w:rsid w:val="00850209"/>
    <w:rsid w:val="0085591F"/>
    <w:rsid w:val="00856E3A"/>
    <w:rsid w:val="0086639F"/>
    <w:rsid w:val="00870ED8"/>
    <w:rsid w:val="008715C9"/>
    <w:rsid w:val="008724D8"/>
    <w:rsid w:val="00881E21"/>
    <w:rsid w:val="00884B43"/>
    <w:rsid w:val="00886228"/>
    <w:rsid w:val="00886DE2"/>
    <w:rsid w:val="008913A1"/>
    <w:rsid w:val="00893188"/>
    <w:rsid w:val="008945D9"/>
    <w:rsid w:val="00896194"/>
    <w:rsid w:val="008B150D"/>
    <w:rsid w:val="008B20A9"/>
    <w:rsid w:val="008B5146"/>
    <w:rsid w:val="008C09F6"/>
    <w:rsid w:val="008C139A"/>
    <w:rsid w:val="008C1DA9"/>
    <w:rsid w:val="008C35FF"/>
    <w:rsid w:val="008C60A3"/>
    <w:rsid w:val="008C6557"/>
    <w:rsid w:val="008C7B07"/>
    <w:rsid w:val="008E0A55"/>
    <w:rsid w:val="008E312C"/>
    <w:rsid w:val="008E38A7"/>
    <w:rsid w:val="008E66F8"/>
    <w:rsid w:val="008E6893"/>
    <w:rsid w:val="008E7540"/>
    <w:rsid w:val="008F14B8"/>
    <w:rsid w:val="00901355"/>
    <w:rsid w:val="00904406"/>
    <w:rsid w:val="0090615F"/>
    <w:rsid w:val="00910FA8"/>
    <w:rsid w:val="00912CFB"/>
    <w:rsid w:val="00916961"/>
    <w:rsid w:val="00916EAE"/>
    <w:rsid w:val="00917352"/>
    <w:rsid w:val="00925C13"/>
    <w:rsid w:val="00932DB7"/>
    <w:rsid w:val="009347E5"/>
    <w:rsid w:val="009377B8"/>
    <w:rsid w:val="00942081"/>
    <w:rsid w:val="009432B5"/>
    <w:rsid w:val="00950442"/>
    <w:rsid w:val="009537B8"/>
    <w:rsid w:val="00955AFE"/>
    <w:rsid w:val="00955E53"/>
    <w:rsid w:val="00964127"/>
    <w:rsid w:val="00976DE3"/>
    <w:rsid w:val="0098104F"/>
    <w:rsid w:val="00982706"/>
    <w:rsid w:val="00985A48"/>
    <w:rsid w:val="00996904"/>
    <w:rsid w:val="009A3AE4"/>
    <w:rsid w:val="009A5C03"/>
    <w:rsid w:val="009B0D9C"/>
    <w:rsid w:val="009B25C8"/>
    <w:rsid w:val="009B5DC8"/>
    <w:rsid w:val="009C56AA"/>
    <w:rsid w:val="009C597C"/>
    <w:rsid w:val="009C680A"/>
    <w:rsid w:val="009D71C1"/>
    <w:rsid w:val="009E3785"/>
    <w:rsid w:val="009F0062"/>
    <w:rsid w:val="009F2CF0"/>
    <w:rsid w:val="009F5C7B"/>
    <w:rsid w:val="009F63DE"/>
    <w:rsid w:val="009F696D"/>
    <w:rsid w:val="00A03B8C"/>
    <w:rsid w:val="00A044B5"/>
    <w:rsid w:val="00A04690"/>
    <w:rsid w:val="00A076B2"/>
    <w:rsid w:val="00A24B04"/>
    <w:rsid w:val="00A3023B"/>
    <w:rsid w:val="00A37E52"/>
    <w:rsid w:val="00A40DD3"/>
    <w:rsid w:val="00A5093C"/>
    <w:rsid w:val="00A50D43"/>
    <w:rsid w:val="00A51047"/>
    <w:rsid w:val="00A545F3"/>
    <w:rsid w:val="00A568EB"/>
    <w:rsid w:val="00A63B24"/>
    <w:rsid w:val="00A66380"/>
    <w:rsid w:val="00A66C95"/>
    <w:rsid w:val="00A73381"/>
    <w:rsid w:val="00A76198"/>
    <w:rsid w:val="00A771D2"/>
    <w:rsid w:val="00A77EC6"/>
    <w:rsid w:val="00A826C2"/>
    <w:rsid w:val="00A829EC"/>
    <w:rsid w:val="00A8311B"/>
    <w:rsid w:val="00A854C6"/>
    <w:rsid w:val="00A872B3"/>
    <w:rsid w:val="00A876D9"/>
    <w:rsid w:val="00A90613"/>
    <w:rsid w:val="00A9325B"/>
    <w:rsid w:val="00A95C00"/>
    <w:rsid w:val="00A977B0"/>
    <w:rsid w:val="00AA786B"/>
    <w:rsid w:val="00AB1431"/>
    <w:rsid w:val="00AB283F"/>
    <w:rsid w:val="00AB6194"/>
    <w:rsid w:val="00AC086F"/>
    <w:rsid w:val="00AC0D55"/>
    <w:rsid w:val="00AC1651"/>
    <w:rsid w:val="00AD3B1D"/>
    <w:rsid w:val="00AD726E"/>
    <w:rsid w:val="00AD78DD"/>
    <w:rsid w:val="00AE02F8"/>
    <w:rsid w:val="00AE0E8F"/>
    <w:rsid w:val="00AE1684"/>
    <w:rsid w:val="00AE17CA"/>
    <w:rsid w:val="00AE1A96"/>
    <w:rsid w:val="00AE5029"/>
    <w:rsid w:val="00AE7A2E"/>
    <w:rsid w:val="00AF09F4"/>
    <w:rsid w:val="00AF3783"/>
    <w:rsid w:val="00AF50FE"/>
    <w:rsid w:val="00B008C9"/>
    <w:rsid w:val="00B01F08"/>
    <w:rsid w:val="00B02E52"/>
    <w:rsid w:val="00B03243"/>
    <w:rsid w:val="00B11F18"/>
    <w:rsid w:val="00B14547"/>
    <w:rsid w:val="00B1569A"/>
    <w:rsid w:val="00B15773"/>
    <w:rsid w:val="00B16E8F"/>
    <w:rsid w:val="00B23955"/>
    <w:rsid w:val="00B2585F"/>
    <w:rsid w:val="00B30401"/>
    <w:rsid w:val="00B328A2"/>
    <w:rsid w:val="00B40748"/>
    <w:rsid w:val="00B42AB4"/>
    <w:rsid w:val="00B430F8"/>
    <w:rsid w:val="00B43329"/>
    <w:rsid w:val="00B45D8F"/>
    <w:rsid w:val="00B53924"/>
    <w:rsid w:val="00B54F09"/>
    <w:rsid w:val="00B61C1D"/>
    <w:rsid w:val="00B6637D"/>
    <w:rsid w:val="00B67520"/>
    <w:rsid w:val="00B72AFF"/>
    <w:rsid w:val="00B7511F"/>
    <w:rsid w:val="00B75BA9"/>
    <w:rsid w:val="00B77C56"/>
    <w:rsid w:val="00B82C02"/>
    <w:rsid w:val="00B8302E"/>
    <w:rsid w:val="00B8349F"/>
    <w:rsid w:val="00B8550A"/>
    <w:rsid w:val="00B910C9"/>
    <w:rsid w:val="00B97D51"/>
    <w:rsid w:val="00BA74F7"/>
    <w:rsid w:val="00BA7822"/>
    <w:rsid w:val="00BB2C37"/>
    <w:rsid w:val="00BB62D0"/>
    <w:rsid w:val="00BB76D0"/>
    <w:rsid w:val="00BC363C"/>
    <w:rsid w:val="00BD060D"/>
    <w:rsid w:val="00BD614C"/>
    <w:rsid w:val="00BD6B79"/>
    <w:rsid w:val="00BD75C6"/>
    <w:rsid w:val="00BE2090"/>
    <w:rsid w:val="00BE5CE2"/>
    <w:rsid w:val="00C02BFE"/>
    <w:rsid w:val="00C03F15"/>
    <w:rsid w:val="00C06F94"/>
    <w:rsid w:val="00C13921"/>
    <w:rsid w:val="00C139F2"/>
    <w:rsid w:val="00C30C1F"/>
    <w:rsid w:val="00C30C61"/>
    <w:rsid w:val="00C31E94"/>
    <w:rsid w:val="00C33760"/>
    <w:rsid w:val="00C33D50"/>
    <w:rsid w:val="00C35963"/>
    <w:rsid w:val="00C375A7"/>
    <w:rsid w:val="00C4145F"/>
    <w:rsid w:val="00C506C7"/>
    <w:rsid w:val="00C50D47"/>
    <w:rsid w:val="00C5347D"/>
    <w:rsid w:val="00C62C24"/>
    <w:rsid w:val="00C635B6"/>
    <w:rsid w:val="00C66C09"/>
    <w:rsid w:val="00C86A5D"/>
    <w:rsid w:val="00CA1120"/>
    <w:rsid w:val="00CA20F9"/>
    <w:rsid w:val="00CA3D29"/>
    <w:rsid w:val="00CA4216"/>
    <w:rsid w:val="00CA5915"/>
    <w:rsid w:val="00CB61D7"/>
    <w:rsid w:val="00CC00F2"/>
    <w:rsid w:val="00CC263D"/>
    <w:rsid w:val="00CC4FAC"/>
    <w:rsid w:val="00CC5420"/>
    <w:rsid w:val="00CD3EC1"/>
    <w:rsid w:val="00CD6831"/>
    <w:rsid w:val="00CE005B"/>
    <w:rsid w:val="00CE0361"/>
    <w:rsid w:val="00CE0B83"/>
    <w:rsid w:val="00CE1CBC"/>
    <w:rsid w:val="00CF1A4A"/>
    <w:rsid w:val="00CF28F1"/>
    <w:rsid w:val="00CF33C3"/>
    <w:rsid w:val="00CF405F"/>
    <w:rsid w:val="00CF5A5E"/>
    <w:rsid w:val="00CF5D01"/>
    <w:rsid w:val="00CF677F"/>
    <w:rsid w:val="00CF78FC"/>
    <w:rsid w:val="00D0361A"/>
    <w:rsid w:val="00D207E4"/>
    <w:rsid w:val="00D211B3"/>
    <w:rsid w:val="00D2212A"/>
    <w:rsid w:val="00D2466F"/>
    <w:rsid w:val="00D30ADD"/>
    <w:rsid w:val="00D3114A"/>
    <w:rsid w:val="00D341A0"/>
    <w:rsid w:val="00D35640"/>
    <w:rsid w:val="00D35724"/>
    <w:rsid w:val="00D41691"/>
    <w:rsid w:val="00D43A0D"/>
    <w:rsid w:val="00D44516"/>
    <w:rsid w:val="00D4599B"/>
    <w:rsid w:val="00D46867"/>
    <w:rsid w:val="00D50928"/>
    <w:rsid w:val="00D526F3"/>
    <w:rsid w:val="00D529F2"/>
    <w:rsid w:val="00D55025"/>
    <w:rsid w:val="00D55788"/>
    <w:rsid w:val="00D5669D"/>
    <w:rsid w:val="00D67F23"/>
    <w:rsid w:val="00D73D01"/>
    <w:rsid w:val="00D8168A"/>
    <w:rsid w:val="00D829F8"/>
    <w:rsid w:val="00D844F3"/>
    <w:rsid w:val="00D90D75"/>
    <w:rsid w:val="00D923C5"/>
    <w:rsid w:val="00D935E1"/>
    <w:rsid w:val="00D9638F"/>
    <w:rsid w:val="00DA7052"/>
    <w:rsid w:val="00DB052C"/>
    <w:rsid w:val="00DB0A6A"/>
    <w:rsid w:val="00DB12D0"/>
    <w:rsid w:val="00DB31F3"/>
    <w:rsid w:val="00DB5DF7"/>
    <w:rsid w:val="00DC4B51"/>
    <w:rsid w:val="00DC733E"/>
    <w:rsid w:val="00DD4839"/>
    <w:rsid w:val="00DD7AE8"/>
    <w:rsid w:val="00DE2658"/>
    <w:rsid w:val="00DE3541"/>
    <w:rsid w:val="00DE48CC"/>
    <w:rsid w:val="00DE4C2E"/>
    <w:rsid w:val="00DE71A7"/>
    <w:rsid w:val="00DF1CD9"/>
    <w:rsid w:val="00DF345E"/>
    <w:rsid w:val="00DF35A0"/>
    <w:rsid w:val="00DF57BE"/>
    <w:rsid w:val="00E02EC0"/>
    <w:rsid w:val="00E06500"/>
    <w:rsid w:val="00E0774C"/>
    <w:rsid w:val="00E21035"/>
    <w:rsid w:val="00E22119"/>
    <w:rsid w:val="00E24120"/>
    <w:rsid w:val="00E2546F"/>
    <w:rsid w:val="00E26D72"/>
    <w:rsid w:val="00E306B6"/>
    <w:rsid w:val="00E3278E"/>
    <w:rsid w:val="00E33717"/>
    <w:rsid w:val="00E349BB"/>
    <w:rsid w:val="00E355A0"/>
    <w:rsid w:val="00E419AC"/>
    <w:rsid w:val="00E475F6"/>
    <w:rsid w:val="00E537D2"/>
    <w:rsid w:val="00E56C27"/>
    <w:rsid w:val="00E57060"/>
    <w:rsid w:val="00E6643D"/>
    <w:rsid w:val="00E707F8"/>
    <w:rsid w:val="00E71363"/>
    <w:rsid w:val="00E72357"/>
    <w:rsid w:val="00E75E06"/>
    <w:rsid w:val="00E85218"/>
    <w:rsid w:val="00E87616"/>
    <w:rsid w:val="00E92047"/>
    <w:rsid w:val="00E92AEB"/>
    <w:rsid w:val="00E94968"/>
    <w:rsid w:val="00E96338"/>
    <w:rsid w:val="00E97562"/>
    <w:rsid w:val="00EA3C5F"/>
    <w:rsid w:val="00EA5C16"/>
    <w:rsid w:val="00EC7535"/>
    <w:rsid w:val="00ED3D50"/>
    <w:rsid w:val="00ED46CE"/>
    <w:rsid w:val="00ED4803"/>
    <w:rsid w:val="00ED7581"/>
    <w:rsid w:val="00EE5C13"/>
    <w:rsid w:val="00EE6AFA"/>
    <w:rsid w:val="00EF000D"/>
    <w:rsid w:val="00EF0FF6"/>
    <w:rsid w:val="00EF3C07"/>
    <w:rsid w:val="00EF4038"/>
    <w:rsid w:val="00EF653B"/>
    <w:rsid w:val="00F000D7"/>
    <w:rsid w:val="00F004D3"/>
    <w:rsid w:val="00F00BD6"/>
    <w:rsid w:val="00F11C6D"/>
    <w:rsid w:val="00F15F3F"/>
    <w:rsid w:val="00F2667E"/>
    <w:rsid w:val="00F31688"/>
    <w:rsid w:val="00F32081"/>
    <w:rsid w:val="00F32EF0"/>
    <w:rsid w:val="00F40C85"/>
    <w:rsid w:val="00F5084F"/>
    <w:rsid w:val="00F545A3"/>
    <w:rsid w:val="00F54EAB"/>
    <w:rsid w:val="00F6276C"/>
    <w:rsid w:val="00F6695D"/>
    <w:rsid w:val="00F755E3"/>
    <w:rsid w:val="00F80E2C"/>
    <w:rsid w:val="00F83F84"/>
    <w:rsid w:val="00F86CB6"/>
    <w:rsid w:val="00F86FC7"/>
    <w:rsid w:val="00F936BC"/>
    <w:rsid w:val="00F941CA"/>
    <w:rsid w:val="00F9760D"/>
    <w:rsid w:val="00FB4888"/>
    <w:rsid w:val="00FB5706"/>
    <w:rsid w:val="00FC0C4A"/>
    <w:rsid w:val="00FC4EA6"/>
    <w:rsid w:val="00FC7732"/>
    <w:rsid w:val="00FD14C2"/>
    <w:rsid w:val="00FD26D5"/>
    <w:rsid w:val="00FD7C20"/>
    <w:rsid w:val="00FE196F"/>
    <w:rsid w:val="00FE19FF"/>
    <w:rsid w:val="00FE1BC0"/>
    <w:rsid w:val="00FE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3712D4C"/>
  <w15:docId w15:val="{8CF50AC8-7BD8-4541-A002-F5675260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084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12CFB"/>
    <w:pPr>
      <w:keepNext/>
      <w:jc w:val="center"/>
      <w:outlineLvl w:val="0"/>
    </w:pPr>
    <w:rPr>
      <w:sz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FE19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E19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912CFB"/>
    <w:pPr>
      <w:keepNext/>
      <w:outlineLvl w:val="3"/>
    </w:pPr>
    <w:rPr>
      <w:sz w:val="72"/>
    </w:rPr>
  </w:style>
  <w:style w:type="paragraph" w:styleId="Nagwek5">
    <w:name w:val="heading 5"/>
    <w:basedOn w:val="Normalny"/>
    <w:next w:val="Normalny"/>
    <w:link w:val="Nagwek5Znak"/>
    <w:qFormat/>
    <w:rsid w:val="00912CFB"/>
    <w:pPr>
      <w:keepNext/>
      <w:jc w:val="center"/>
      <w:outlineLvl w:val="4"/>
    </w:pPr>
    <w:rPr>
      <w:sz w:val="144"/>
    </w:rPr>
  </w:style>
  <w:style w:type="paragraph" w:styleId="Nagwek6">
    <w:name w:val="heading 6"/>
    <w:basedOn w:val="Normalny"/>
    <w:next w:val="Normalny"/>
    <w:link w:val="Nagwek6Znak"/>
    <w:qFormat/>
    <w:rsid w:val="00912CFB"/>
    <w:pPr>
      <w:keepNext/>
      <w:jc w:val="center"/>
      <w:outlineLvl w:val="5"/>
    </w:pPr>
    <w:rPr>
      <w:b/>
      <w:bCs/>
      <w:sz w:val="56"/>
    </w:rPr>
  </w:style>
  <w:style w:type="paragraph" w:styleId="Nagwek7">
    <w:name w:val="heading 7"/>
    <w:basedOn w:val="Normalny"/>
    <w:next w:val="Normalny"/>
    <w:link w:val="Nagwek7Znak"/>
    <w:qFormat/>
    <w:rsid w:val="00912CFB"/>
    <w:pPr>
      <w:keepNext/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link w:val="Nagwek8Znak"/>
    <w:unhideWhenUsed/>
    <w:qFormat/>
    <w:rsid w:val="007E135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9C56AA"/>
    <w:pPr>
      <w:keepNext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character" w:styleId="Numerstrony">
    <w:name w:val="page number"/>
    <w:basedOn w:val="Domylnaczcionkaakapitu"/>
    <w:uiPriority w:val="99"/>
    <w:unhideWhenUsed/>
    <w:rsid w:val="00CE0361"/>
    <w:rPr>
      <w:rFonts w:eastAsia="Times New Roman" w:cs="Times New Roman"/>
      <w:bCs w:val="0"/>
      <w:iCs w:val="0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0A666E"/>
    <w:rPr>
      <w:rFonts w:ascii="Arial" w:hAnsi="Arial"/>
      <w:sz w:val="24"/>
      <w:szCs w:val="24"/>
    </w:rPr>
  </w:style>
  <w:style w:type="table" w:styleId="Tabela-Siatka">
    <w:name w:val="Table Grid"/>
    <w:basedOn w:val="Standardowy"/>
    <w:uiPriority w:val="59"/>
    <w:rsid w:val="007A0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EA3C5F"/>
    <w:pPr>
      <w:ind w:left="720"/>
      <w:contextualSpacing/>
    </w:pPr>
  </w:style>
  <w:style w:type="character" w:styleId="Hipercze">
    <w:name w:val="Hyperlink"/>
    <w:basedOn w:val="Domylnaczcionkaakapitu"/>
    <w:rsid w:val="0076208D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76208D"/>
    <w:rPr>
      <w:color w:val="800080" w:themeColor="followedHyperlink"/>
      <w:u w:val="single"/>
    </w:rPr>
  </w:style>
  <w:style w:type="paragraph" w:customStyle="1" w:styleId="Default">
    <w:name w:val="Default"/>
    <w:rsid w:val="007E662A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081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816F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430BA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430BA"/>
    <w:rPr>
      <w:b/>
      <w:bCs/>
    </w:rPr>
  </w:style>
  <w:style w:type="character" w:customStyle="1" w:styleId="st">
    <w:name w:val="st"/>
    <w:basedOn w:val="Domylnaczcionkaakapitu"/>
    <w:rsid w:val="00C506C7"/>
  </w:style>
  <w:style w:type="paragraph" w:styleId="Tekstprzypisudolnego">
    <w:name w:val="footnote text"/>
    <w:basedOn w:val="Normalny"/>
    <w:link w:val="TekstprzypisudolnegoZnak"/>
    <w:semiHidden/>
    <w:unhideWhenUsed/>
    <w:rsid w:val="00197D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7D99"/>
  </w:style>
  <w:style w:type="character" w:styleId="Odwoanieprzypisudolnego">
    <w:name w:val="footnote reference"/>
    <w:basedOn w:val="Domylnaczcionkaakapitu"/>
    <w:semiHidden/>
    <w:unhideWhenUsed/>
    <w:rsid w:val="00197D99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9C56AA"/>
    <w:rPr>
      <w:rFonts w:ascii="Arial" w:hAnsi="Arial" w:cs="Arial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C56AA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9C56AA"/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basedOn w:val="Domylnaczcionkaakapitu"/>
    <w:link w:val="Akapitzlist"/>
    <w:uiPriority w:val="34"/>
    <w:qFormat/>
    <w:locked/>
    <w:rsid w:val="009C56A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E13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E19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FE1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103EA"/>
    <w:rPr>
      <w:rFonts w:ascii="Arial" w:hAnsi="Arial"/>
      <w:sz w:val="24"/>
      <w:szCs w:val="24"/>
    </w:rPr>
  </w:style>
  <w:style w:type="paragraph" w:styleId="Tekstkomentarza">
    <w:name w:val="annotation text"/>
    <w:basedOn w:val="Normalny"/>
    <w:link w:val="TekstkomentarzaZnak"/>
    <w:rsid w:val="008103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103EA"/>
  </w:style>
  <w:style w:type="paragraph" w:customStyle="1" w:styleId="BodyText21">
    <w:name w:val="Body Text 21"/>
    <w:basedOn w:val="Normalny"/>
    <w:uiPriority w:val="99"/>
    <w:rsid w:val="008103EA"/>
    <w:pPr>
      <w:widowControl w:val="0"/>
      <w:ind w:firstLine="60"/>
      <w:jc w:val="both"/>
    </w:pPr>
    <w:rPr>
      <w:rFonts w:ascii="Arial" w:hAnsi="Arial" w:cs="Arial"/>
    </w:rPr>
  </w:style>
  <w:style w:type="paragraph" w:customStyle="1" w:styleId="TekstprzypisudolnegoTekstprzypisu">
    <w:name w:val="Tekst przypisu dolnego.Tekst przypisu"/>
    <w:basedOn w:val="Normalny"/>
    <w:uiPriority w:val="99"/>
    <w:rsid w:val="008103EA"/>
    <w:pPr>
      <w:widowControl w:val="0"/>
    </w:pPr>
    <w:rPr>
      <w:sz w:val="20"/>
      <w:szCs w:val="20"/>
    </w:rPr>
  </w:style>
  <w:style w:type="character" w:styleId="Odwoaniedokomentarza">
    <w:name w:val="annotation reference"/>
    <w:rsid w:val="008053C5"/>
    <w:rPr>
      <w:rFonts w:cs="Times New Roman"/>
      <w:sz w:val="16"/>
    </w:rPr>
  </w:style>
  <w:style w:type="character" w:customStyle="1" w:styleId="t286pc">
    <w:name w:val="t286pc"/>
    <w:basedOn w:val="Domylnaczcionkaakapitu"/>
    <w:rsid w:val="00A876D9"/>
  </w:style>
  <w:style w:type="character" w:customStyle="1" w:styleId="vkekvd">
    <w:name w:val="vkekvd"/>
    <w:basedOn w:val="Domylnaczcionkaakapitu"/>
    <w:rsid w:val="00A876D9"/>
  </w:style>
  <w:style w:type="character" w:customStyle="1" w:styleId="Nagwek1Znak">
    <w:name w:val="Nagłówek 1 Znak"/>
    <w:basedOn w:val="Domylnaczcionkaakapitu"/>
    <w:link w:val="Nagwek1"/>
    <w:rsid w:val="00912CFB"/>
    <w:rPr>
      <w:sz w:val="40"/>
      <w:szCs w:val="24"/>
    </w:rPr>
  </w:style>
  <w:style w:type="character" w:customStyle="1" w:styleId="Nagwek4Znak">
    <w:name w:val="Nagłówek 4 Znak"/>
    <w:basedOn w:val="Domylnaczcionkaakapitu"/>
    <w:link w:val="Nagwek4"/>
    <w:rsid w:val="00912CFB"/>
    <w:rPr>
      <w:sz w:val="72"/>
      <w:szCs w:val="24"/>
    </w:rPr>
  </w:style>
  <w:style w:type="character" w:customStyle="1" w:styleId="Nagwek5Znak">
    <w:name w:val="Nagłówek 5 Znak"/>
    <w:basedOn w:val="Domylnaczcionkaakapitu"/>
    <w:link w:val="Nagwek5"/>
    <w:rsid w:val="00912CFB"/>
    <w:rPr>
      <w:sz w:val="144"/>
      <w:szCs w:val="24"/>
    </w:rPr>
  </w:style>
  <w:style w:type="character" w:customStyle="1" w:styleId="Nagwek6Znak">
    <w:name w:val="Nagłówek 6 Znak"/>
    <w:basedOn w:val="Domylnaczcionkaakapitu"/>
    <w:link w:val="Nagwek6"/>
    <w:rsid w:val="00912CFB"/>
    <w:rPr>
      <w:b/>
      <w:bCs/>
      <w:sz w:val="56"/>
      <w:szCs w:val="24"/>
    </w:rPr>
  </w:style>
  <w:style w:type="character" w:customStyle="1" w:styleId="Nagwek7Znak">
    <w:name w:val="Nagłówek 7 Znak"/>
    <w:basedOn w:val="Domylnaczcionkaakapitu"/>
    <w:link w:val="Nagwek7"/>
    <w:rsid w:val="00912CFB"/>
    <w:rPr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rsid w:val="00912CFB"/>
    <w:pPr>
      <w:jc w:val="center"/>
    </w:pPr>
    <w:rPr>
      <w:sz w:val="48"/>
    </w:rPr>
  </w:style>
  <w:style w:type="character" w:customStyle="1" w:styleId="TekstpodstawowyZnak">
    <w:name w:val="Tekst podstawowy Znak"/>
    <w:basedOn w:val="Domylnaczcionkaakapitu"/>
    <w:link w:val="Tekstpodstawowy"/>
    <w:rsid w:val="00912CFB"/>
    <w:rPr>
      <w:sz w:val="48"/>
      <w:szCs w:val="24"/>
    </w:rPr>
  </w:style>
  <w:style w:type="paragraph" w:customStyle="1" w:styleId="v1msonormal">
    <w:name w:val="v1msonormal"/>
    <w:basedOn w:val="Normalny"/>
    <w:rsid w:val="00912CFB"/>
    <w:pPr>
      <w:spacing w:before="100" w:beforeAutospacing="1" w:after="100" w:afterAutospacing="1"/>
    </w:pPr>
    <w:rPr>
      <w:rFonts w:eastAsiaTheme="minorHAnsi"/>
    </w:rPr>
  </w:style>
  <w:style w:type="paragraph" w:customStyle="1" w:styleId="normaltableau">
    <w:name w:val="normal_tableau"/>
    <w:basedOn w:val="Normalny"/>
    <w:rsid w:val="00912CFB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wcity3">
    <w:name w:val="Body Text Indent 3"/>
    <w:basedOn w:val="Normalny"/>
    <w:link w:val="Tekstpodstawowywcity3Znak"/>
    <w:rsid w:val="00912CFB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12CFB"/>
  </w:style>
  <w:style w:type="character" w:styleId="Uwydatnienie">
    <w:name w:val="Emphasis"/>
    <w:basedOn w:val="Domylnaczcionkaakapitu"/>
    <w:uiPriority w:val="20"/>
    <w:qFormat/>
    <w:rsid w:val="00912CFB"/>
    <w:rPr>
      <w:i/>
      <w:iCs/>
    </w:rPr>
  </w:style>
  <w:style w:type="paragraph" w:styleId="Tytu">
    <w:name w:val="Title"/>
    <w:basedOn w:val="Normalny"/>
    <w:link w:val="TytuZnak"/>
    <w:uiPriority w:val="99"/>
    <w:qFormat/>
    <w:rsid w:val="00912CFB"/>
    <w:pPr>
      <w:jc w:val="center"/>
    </w:pPr>
    <w:rPr>
      <w:b/>
      <w:bCs/>
      <w:sz w:val="48"/>
    </w:rPr>
  </w:style>
  <w:style w:type="character" w:customStyle="1" w:styleId="TytuZnak">
    <w:name w:val="Tytuł Znak"/>
    <w:basedOn w:val="Domylnaczcionkaakapitu"/>
    <w:link w:val="Tytu"/>
    <w:uiPriority w:val="99"/>
    <w:rsid w:val="00912CFB"/>
    <w:rPr>
      <w:b/>
      <w:bCs/>
      <w:sz w:val="48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2CFB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2C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2CFB"/>
    <w:rPr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527C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27CD6"/>
  </w:style>
  <w:style w:type="character" w:styleId="Odwoanieprzypisukocowego">
    <w:name w:val="endnote reference"/>
    <w:basedOn w:val="Domylnaczcionkaakapitu"/>
    <w:semiHidden/>
    <w:unhideWhenUsed/>
    <w:rsid w:val="00527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9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jekty\38_DszDzDp_2016-2020\Papier%20firmowy\331%20Dobra%20szko&#322;a%20firmowy%20czarny%20pion%2017022017%20o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951B1-E857-4E3F-9FCB-D2158CAA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331 Dobra szkoła firmowy czarny pion 17022017 ok</Template>
  <TotalTime>10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Malgorzata</cp:lastModifiedBy>
  <cp:revision>4</cp:revision>
  <cp:lastPrinted>2019-05-09T12:31:00Z</cp:lastPrinted>
  <dcterms:created xsi:type="dcterms:W3CDTF">2026-01-29T12:45:00Z</dcterms:created>
  <dcterms:modified xsi:type="dcterms:W3CDTF">2026-01-29T13:05:00Z</dcterms:modified>
</cp:coreProperties>
</file>